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77777777" w:rsidR="00B81B8A" w:rsidRPr="00B265CC" w:rsidRDefault="00B81B8A"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p>
    <w:p w14:paraId="43C1906A" w14:textId="593EC04F" w:rsidR="007A2B2E" w:rsidRPr="00B265CC" w:rsidRDefault="007A2B2E"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Lot n°</w:t>
      </w:r>
      <w:r w:rsidR="00121B2E">
        <w:rPr>
          <w:rFonts w:asciiTheme="minorHAnsi" w:hAnsiTheme="minorHAnsi" w:cs="Arial"/>
          <w:b/>
          <w:sz w:val="28"/>
          <w:szCs w:val="28"/>
        </w:rPr>
        <w:t>3</w:t>
      </w:r>
      <w:r w:rsidRPr="00B265CC">
        <w:rPr>
          <w:rFonts w:asciiTheme="minorHAnsi" w:hAnsiTheme="minorHAnsi" w:cs="Arial"/>
          <w:b/>
          <w:sz w:val="28"/>
          <w:szCs w:val="28"/>
        </w:rPr>
        <w:t xml:space="preserve"> : </w:t>
      </w:r>
      <w:r w:rsidR="00B4203B">
        <w:rPr>
          <w:rFonts w:asciiTheme="minorHAnsi" w:hAnsiTheme="minorHAnsi" w:cs="Arial"/>
          <w:b/>
          <w:sz w:val="28"/>
          <w:szCs w:val="28"/>
        </w:rPr>
        <w:t xml:space="preserve">Droit </w:t>
      </w:r>
      <w:r w:rsidR="00121B2E">
        <w:rPr>
          <w:rFonts w:asciiTheme="minorHAnsi" w:hAnsiTheme="minorHAnsi" w:cs="Arial"/>
          <w:b/>
          <w:sz w:val="28"/>
          <w:szCs w:val="28"/>
        </w:rPr>
        <w:t>Fiscal</w:t>
      </w:r>
    </w:p>
    <w:p w14:paraId="5B98BF80" w14:textId="77777777" w:rsidR="00B96981" w:rsidRPr="00235DE9" w:rsidRDefault="00B96981" w:rsidP="00B96981">
      <w:pPr>
        <w:pStyle w:val="Titre6"/>
        <w:jc w:val="center"/>
        <w:rPr>
          <w:rFonts w:asciiTheme="minorHAnsi" w:hAnsiTheme="minorHAnsi" w:cs="Arial"/>
          <w:b/>
          <w:bCs/>
          <w:i w:val="0"/>
          <w:iCs w:val="0"/>
          <w:color w:val="auto"/>
          <w:sz w:val="20"/>
          <w:szCs w:val="18"/>
        </w:rPr>
      </w:pPr>
      <w:r w:rsidRPr="00235DE9">
        <w:rPr>
          <w:rFonts w:asciiTheme="minorHAnsi" w:hAnsiTheme="minorHAnsi" w:cs="Arial"/>
          <w:b/>
          <w:bCs/>
          <w:i w:val="0"/>
          <w:iCs w:val="0"/>
          <w:color w:val="auto"/>
          <w:sz w:val="20"/>
          <w:szCs w:val="18"/>
        </w:rPr>
        <w:t>Chambre de Commerce et d’Industrie Nantes St-Nazaire (CCINSN)</w:t>
      </w:r>
    </w:p>
    <w:p w14:paraId="0DF76725" w14:textId="77777777" w:rsidR="00B96981" w:rsidRPr="0085211B" w:rsidRDefault="00B96981" w:rsidP="00B96981">
      <w:pPr>
        <w:jc w:val="center"/>
        <w:rPr>
          <w:rFonts w:asciiTheme="minorHAnsi" w:hAnsiTheme="minorHAnsi" w:cs="Arial"/>
          <w:sz w:val="20"/>
          <w:szCs w:val="20"/>
        </w:rPr>
      </w:pPr>
      <w:r w:rsidRPr="0085211B">
        <w:rPr>
          <w:rFonts w:asciiTheme="minorHAnsi" w:hAnsiTheme="minorHAnsi" w:cs="Arial"/>
          <w:sz w:val="20"/>
          <w:szCs w:val="20"/>
        </w:rPr>
        <w:t>Établissement public administratif</w:t>
      </w:r>
    </w:p>
    <w:p w14:paraId="4929979F" w14:textId="77777777" w:rsidR="00B4203B" w:rsidRDefault="00B96981" w:rsidP="00B96981">
      <w:pPr>
        <w:jc w:val="center"/>
        <w:rPr>
          <w:rFonts w:asciiTheme="minorHAnsi" w:hAnsiTheme="minorHAnsi" w:cs="Arial"/>
          <w:sz w:val="20"/>
          <w:szCs w:val="20"/>
        </w:rPr>
      </w:pPr>
      <w:r>
        <w:rPr>
          <w:rFonts w:asciiTheme="minorHAnsi" w:hAnsiTheme="minorHAnsi" w:cs="Arial"/>
          <w:sz w:val="20"/>
          <w:szCs w:val="20"/>
        </w:rPr>
        <w:t>Maison de l’Entrepreneuriat et des Transitions</w:t>
      </w:r>
    </w:p>
    <w:p w14:paraId="5459C5AA" w14:textId="02D41BB3" w:rsidR="00B96981" w:rsidRPr="0085211B" w:rsidRDefault="00B96981" w:rsidP="00B96981">
      <w:pPr>
        <w:jc w:val="center"/>
        <w:rPr>
          <w:rFonts w:asciiTheme="minorHAnsi" w:hAnsiTheme="minorHAnsi" w:cs="Arial"/>
          <w:sz w:val="20"/>
          <w:szCs w:val="20"/>
        </w:rPr>
      </w:pPr>
      <w:r>
        <w:rPr>
          <w:rFonts w:asciiTheme="minorHAnsi" w:hAnsiTheme="minorHAnsi" w:cs="Arial"/>
          <w:sz w:val="20"/>
          <w:szCs w:val="20"/>
        </w:rPr>
        <w:t>1 rue Françoise Sagan</w:t>
      </w:r>
      <w:r w:rsidRPr="0085211B">
        <w:rPr>
          <w:rFonts w:asciiTheme="minorHAnsi" w:hAnsiTheme="minorHAnsi" w:cs="Arial"/>
          <w:sz w:val="20"/>
          <w:szCs w:val="20"/>
        </w:rPr>
        <w:t xml:space="preserve"> – CS </w:t>
      </w:r>
      <w:r>
        <w:rPr>
          <w:rFonts w:asciiTheme="minorHAnsi" w:hAnsiTheme="minorHAnsi" w:cs="Arial"/>
          <w:sz w:val="20"/>
          <w:szCs w:val="20"/>
        </w:rPr>
        <w:t>60186</w:t>
      </w:r>
      <w:r w:rsidRPr="0085211B">
        <w:rPr>
          <w:rFonts w:asciiTheme="minorHAnsi" w:hAnsiTheme="minorHAnsi" w:cs="Arial"/>
          <w:sz w:val="20"/>
          <w:szCs w:val="20"/>
        </w:rPr>
        <w:t xml:space="preserve"> – 44</w:t>
      </w:r>
      <w:r>
        <w:rPr>
          <w:rFonts w:asciiTheme="minorHAnsi" w:hAnsiTheme="minorHAnsi" w:cs="Arial"/>
          <w:sz w:val="20"/>
          <w:szCs w:val="20"/>
        </w:rPr>
        <w:t>802</w:t>
      </w:r>
      <w:r w:rsidRPr="0085211B">
        <w:rPr>
          <w:rFonts w:asciiTheme="minorHAnsi" w:hAnsiTheme="minorHAnsi" w:cs="Arial"/>
          <w:sz w:val="20"/>
          <w:szCs w:val="20"/>
        </w:rPr>
        <w:t xml:space="preserve"> </w:t>
      </w:r>
      <w:r>
        <w:rPr>
          <w:rFonts w:asciiTheme="minorHAnsi" w:hAnsiTheme="minorHAnsi" w:cs="Arial"/>
          <w:sz w:val="20"/>
          <w:szCs w:val="20"/>
        </w:rPr>
        <w:t>Saint-Herblain</w:t>
      </w:r>
      <w:r w:rsidRPr="0085211B">
        <w:rPr>
          <w:rFonts w:asciiTheme="minorHAnsi" w:hAnsiTheme="minorHAnsi" w:cs="Arial"/>
          <w:sz w:val="20"/>
          <w:szCs w:val="20"/>
        </w:rPr>
        <w:t xml:space="preserve"> C</w:t>
      </w:r>
      <w:r>
        <w:rPr>
          <w:rFonts w:asciiTheme="minorHAnsi" w:hAnsiTheme="minorHAnsi" w:cs="Arial"/>
          <w:sz w:val="20"/>
          <w:szCs w:val="20"/>
        </w:rPr>
        <w:t>edex</w:t>
      </w:r>
    </w:p>
    <w:p w14:paraId="20D8E54F" w14:textId="77777777" w:rsidR="00B96981" w:rsidRPr="00115C81" w:rsidRDefault="00B96981" w:rsidP="00B96981">
      <w:pPr>
        <w:jc w:val="center"/>
        <w:rPr>
          <w:rFonts w:asciiTheme="minorHAnsi" w:hAnsiTheme="minorHAnsi" w:cs="Arial"/>
          <w:sz w:val="20"/>
          <w:szCs w:val="20"/>
          <w:lang w:val="en-GB"/>
        </w:rPr>
      </w:pPr>
      <w:r w:rsidRPr="00115C81">
        <w:rPr>
          <w:rFonts w:asciiTheme="minorHAnsi" w:hAnsiTheme="minorHAnsi" w:cs="Arial"/>
          <w:sz w:val="20"/>
          <w:szCs w:val="20"/>
          <w:lang w:val="en-GB"/>
        </w:rPr>
        <w:t>http://www.nantesstnazaire.cci.fr</w:t>
      </w:r>
    </w:p>
    <w:p w14:paraId="3BE1C0F2" w14:textId="2D1AFA6B" w:rsidR="00B96981" w:rsidRPr="00115C81" w:rsidRDefault="00B96981" w:rsidP="00B96981">
      <w:pPr>
        <w:jc w:val="center"/>
        <w:rPr>
          <w:rFonts w:asciiTheme="minorHAnsi" w:hAnsiTheme="minorHAnsi" w:cs="Arial"/>
          <w:sz w:val="20"/>
          <w:szCs w:val="20"/>
          <w:lang w:val="en-GB"/>
        </w:rPr>
      </w:pPr>
      <w:r w:rsidRPr="00115C81">
        <w:rPr>
          <w:rFonts w:asciiTheme="minorHAnsi" w:hAnsiTheme="minorHAnsi" w:cs="Arial"/>
          <w:sz w:val="20"/>
          <w:szCs w:val="20"/>
          <w:lang w:val="en-GB"/>
        </w:rPr>
        <w:t xml:space="preserve">SIRET </w:t>
      </w:r>
      <w:r>
        <w:rPr>
          <w:rFonts w:asciiTheme="minorHAnsi" w:hAnsiTheme="minorHAnsi" w:cs="Arial"/>
          <w:sz w:val="20"/>
          <w:szCs w:val="20"/>
          <w:lang w:val="en-GB"/>
        </w:rPr>
        <w:t>130 008 105 00186</w:t>
      </w:r>
      <w:r w:rsidRPr="00115C81">
        <w:rPr>
          <w:rFonts w:asciiTheme="minorHAnsi" w:hAnsiTheme="minorHAnsi" w:cs="Arial"/>
          <w:sz w:val="20"/>
          <w:szCs w:val="20"/>
          <w:lang w:val="en-GB"/>
        </w:rPr>
        <w:t xml:space="preserve"> – TVA n° FR34 130 008</w:t>
      </w:r>
      <w:r w:rsidR="00715675">
        <w:rPr>
          <w:rFonts w:asciiTheme="minorHAnsi" w:hAnsiTheme="minorHAnsi" w:cs="Arial"/>
          <w:sz w:val="20"/>
          <w:szCs w:val="20"/>
          <w:lang w:val="en-GB"/>
        </w:rPr>
        <w:t> </w:t>
      </w:r>
      <w:r w:rsidRPr="00115C81">
        <w:rPr>
          <w:rFonts w:asciiTheme="minorHAnsi" w:hAnsiTheme="minorHAnsi" w:cs="Arial"/>
          <w:sz w:val="20"/>
          <w:szCs w:val="20"/>
          <w:lang w:val="en-GB"/>
        </w:rPr>
        <w:t>105</w:t>
      </w:r>
    </w:p>
    <w:p w14:paraId="6B3195F7" w14:textId="77777777" w:rsidR="00715675" w:rsidRDefault="00715675" w:rsidP="00715675">
      <w:pPr>
        <w:jc w:val="both"/>
        <w:rPr>
          <w:rFonts w:asciiTheme="minorHAnsi" w:hAnsiTheme="minorHAnsi" w:cs="Arial"/>
          <w:b/>
          <w:sz w:val="28"/>
          <w:szCs w:val="28"/>
        </w:rPr>
      </w:pPr>
    </w:p>
    <w:p w14:paraId="1429F2E3" w14:textId="77777777" w:rsidR="00715675" w:rsidRPr="00B502B8" w:rsidRDefault="00715675" w:rsidP="00715675">
      <w:pPr>
        <w:jc w:val="both"/>
        <w:rPr>
          <w:rFonts w:asciiTheme="minorHAnsi" w:hAnsiTheme="minorHAnsi" w:cs="Arial"/>
          <w:b/>
          <w:sz w:val="28"/>
          <w:szCs w:val="28"/>
        </w:rPr>
      </w:pPr>
    </w:p>
    <w:p w14:paraId="68530C0E" w14:textId="77777777" w:rsidR="00715675" w:rsidRDefault="00715675" w:rsidP="00715675">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55026182" w14:textId="77777777" w:rsidR="00715675" w:rsidRPr="005179DD" w:rsidRDefault="00715675" w:rsidP="00715675">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32"/>
          <w:szCs w:val="32"/>
        </w:rPr>
      </w:pPr>
      <w:r w:rsidRPr="005179DD">
        <w:rPr>
          <w:rFonts w:asciiTheme="minorHAnsi" w:hAnsiTheme="minorHAnsi" w:cs="Arial"/>
          <w:b/>
          <w:sz w:val="32"/>
          <w:szCs w:val="32"/>
        </w:rPr>
        <w:t>Marché de prestations juridiques</w:t>
      </w:r>
    </w:p>
    <w:p w14:paraId="57638BB2" w14:textId="77777777" w:rsidR="00715675" w:rsidRPr="00B502B8" w:rsidRDefault="00715675" w:rsidP="00715675">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20F312D8" w14:textId="77777777" w:rsidR="00715675" w:rsidRPr="00CD1EF8" w:rsidRDefault="00715675" w:rsidP="00715675">
      <w:pPr>
        <w:jc w:val="both"/>
        <w:rPr>
          <w:rFonts w:asciiTheme="minorHAnsi" w:hAnsiTheme="minorHAnsi" w:cstheme="minorHAnsi"/>
          <w:b/>
          <w:bCs/>
        </w:rPr>
      </w:pPr>
    </w:p>
    <w:p w14:paraId="2826A084" w14:textId="77777777" w:rsidR="00715675" w:rsidRPr="00CD1EF8" w:rsidRDefault="00715675" w:rsidP="00715675">
      <w:pPr>
        <w:ind w:left="142"/>
        <w:jc w:val="center"/>
        <w:rPr>
          <w:rFonts w:asciiTheme="minorHAnsi" w:eastAsia="Arial Unicode MS" w:hAnsiTheme="minorHAnsi" w:cstheme="minorHAnsi"/>
          <w:b/>
          <w:bCs/>
          <w:color w:val="000000"/>
        </w:rPr>
      </w:pPr>
      <w:r>
        <w:rPr>
          <w:rFonts w:asciiTheme="minorHAnsi" w:eastAsia="Arial Unicode MS" w:hAnsiTheme="minorHAnsi" w:cstheme="minorHAnsi"/>
          <w:b/>
          <w:bCs/>
          <w:color w:val="000000"/>
        </w:rPr>
        <w:t>N°</w:t>
      </w:r>
      <w:r w:rsidRPr="00CD1EF8">
        <w:rPr>
          <w:rFonts w:asciiTheme="minorHAnsi" w:eastAsia="Arial Unicode MS" w:hAnsiTheme="minorHAnsi" w:cstheme="minorHAnsi"/>
          <w:b/>
          <w:bCs/>
          <w:color w:val="000000"/>
        </w:rPr>
        <w:t xml:space="preserve"> marché : </w:t>
      </w:r>
      <w:r w:rsidRPr="0053095D">
        <w:rPr>
          <w:rFonts w:asciiTheme="minorHAnsi" w:eastAsia="Arial Unicode MS" w:hAnsiTheme="minorHAnsi" w:cstheme="minorHAnsi"/>
          <w:b/>
          <w:bCs/>
          <w:color w:val="000000"/>
        </w:rPr>
        <w:t>2025</w:t>
      </w:r>
      <w:r>
        <w:rPr>
          <w:rFonts w:asciiTheme="minorHAnsi" w:eastAsia="Arial Unicode MS" w:hAnsiTheme="minorHAnsi" w:cstheme="minorHAnsi"/>
          <w:b/>
          <w:bCs/>
          <w:color w:val="000000"/>
        </w:rPr>
        <w:t xml:space="preserve"> </w:t>
      </w:r>
      <w:r w:rsidRPr="0053095D">
        <w:rPr>
          <w:rFonts w:asciiTheme="minorHAnsi" w:eastAsia="Arial Unicode MS" w:hAnsiTheme="minorHAnsi" w:cstheme="minorHAnsi"/>
          <w:b/>
          <w:bCs/>
          <w:color w:val="000000"/>
        </w:rPr>
        <w:t>GCPN</w:t>
      </w:r>
      <w:r>
        <w:rPr>
          <w:rFonts w:asciiTheme="minorHAnsi" w:eastAsia="Arial Unicode MS" w:hAnsiTheme="minorHAnsi" w:cstheme="minorHAnsi"/>
          <w:b/>
          <w:bCs/>
          <w:color w:val="000000"/>
        </w:rPr>
        <w:t xml:space="preserve"> </w:t>
      </w:r>
      <w:r w:rsidRPr="0053095D">
        <w:rPr>
          <w:rFonts w:asciiTheme="minorHAnsi" w:eastAsia="Arial Unicode MS" w:hAnsiTheme="minorHAnsi" w:cstheme="minorHAnsi"/>
          <w:b/>
          <w:bCs/>
          <w:color w:val="000000"/>
        </w:rPr>
        <w:t>4028</w:t>
      </w:r>
    </w:p>
    <w:p w14:paraId="78868BC4" w14:textId="77777777" w:rsidR="00715675" w:rsidRDefault="00715675" w:rsidP="007A2B2E">
      <w:pPr>
        <w:ind w:left="142"/>
        <w:jc w:val="center"/>
        <w:rPr>
          <w:rFonts w:asciiTheme="minorHAnsi" w:hAnsiTheme="minorHAnsi" w:cs="Arial"/>
        </w:rPr>
      </w:pPr>
    </w:p>
    <w:p w14:paraId="43C1907C" w14:textId="17642906" w:rsidR="007A2B2E" w:rsidRPr="00B265CC" w:rsidRDefault="007A2B2E" w:rsidP="007A2B2E">
      <w:pPr>
        <w:ind w:left="142"/>
        <w:jc w:val="center"/>
        <w:rPr>
          <w:rFonts w:asciiTheme="minorHAnsi" w:hAnsiTheme="minorHAnsi" w:cs="Arial"/>
        </w:rPr>
      </w:pPr>
      <w:r w:rsidRPr="00B265CC">
        <w:rPr>
          <w:rFonts w:asciiTheme="minorHAnsi" w:hAnsiTheme="minorHAnsi" w:cs="Arial"/>
        </w:rPr>
        <w:t>- - -</w:t>
      </w:r>
    </w:p>
    <w:p w14:paraId="43C1907D" w14:textId="77777777" w:rsidR="007A2B2E" w:rsidRPr="00B265CC" w:rsidRDefault="007A2B2E" w:rsidP="007A2B2E">
      <w:pPr>
        <w:ind w:left="142"/>
        <w:jc w:val="center"/>
        <w:rPr>
          <w:rFonts w:asciiTheme="minorHAnsi" w:hAnsiTheme="minorHAnsi" w:cs="Arial"/>
        </w:rPr>
      </w:pPr>
    </w:p>
    <w:p w14:paraId="32B6D21A" w14:textId="77777777" w:rsidR="00A9039A" w:rsidRPr="00B265CC" w:rsidRDefault="00A9039A" w:rsidP="00B81B8A">
      <w:pPr>
        <w:ind w:left="142"/>
        <w:jc w:val="both"/>
        <w:rPr>
          <w:rFonts w:asciiTheme="minorHAnsi" w:hAnsiTheme="minorHAnsi" w:cs="Arial"/>
          <w:b/>
          <w:bCs/>
        </w:rPr>
      </w:pP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77777777" w:rsidR="00235E22" w:rsidRPr="00B265CC" w:rsidRDefault="00235E22" w:rsidP="00371754">
      <w:pPr>
        <w:pStyle w:val="Titre2"/>
        <w:rPr>
          <w:rFonts w:asciiTheme="minorHAnsi" w:hAnsiTheme="minorHAnsi"/>
        </w:rPr>
      </w:pPr>
      <w:r w:rsidRPr="00B265CC">
        <w:rPr>
          <w:rFonts w:asciiTheme="minorHAnsi" w:hAnsiTheme="minorHAnsi"/>
        </w:rPr>
        <w:t>1.1. Entité</w:t>
      </w:r>
      <w:r w:rsidR="00BB71ED" w:rsidRPr="00B265CC">
        <w:rPr>
          <w:rFonts w:asciiTheme="minorHAnsi" w:hAnsiTheme="minorHAnsi"/>
        </w:rPr>
        <w:t>s</w:t>
      </w:r>
    </w:p>
    <w:p w14:paraId="43C19088" w14:textId="77777777" w:rsidR="00235E22" w:rsidRPr="00B265CC" w:rsidRDefault="00235E22" w:rsidP="00235E22">
      <w:pPr>
        <w:pStyle w:val="Retraitcorpsdetexte"/>
        <w:ind w:left="567" w:right="289"/>
        <w:rPr>
          <w:rFonts w:asciiTheme="minorHAnsi" w:hAnsiTheme="minorHAnsi" w:cs="Arial"/>
          <w:b/>
          <w:color w:val="FF0000"/>
          <w:sz w:val="22"/>
          <w:szCs w:val="22"/>
        </w:rPr>
      </w:pPr>
    </w:p>
    <w:p w14:paraId="43C19089" w14:textId="77777777" w:rsidR="00235E22" w:rsidRPr="00B265CC" w:rsidRDefault="00235E22" w:rsidP="000B3B76">
      <w:pPr>
        <w:pStyle w:val="Pucesous-titregras"/>
        <w:numPr>
          <w:ilvl w:val="0"/>
          <w:numId w:val="3"/>
        </w:numPr>
        <w:ind w:left="851" w:hanging="284"/>
        <w:rPr>
          <w:rFonts w:asciiTheme="minorHAnsi" w:hAnsiTheme="minorHAnsi"/>
          <w:color w:val="FF0000"/>
        </w:rPr>
      </w:pPr>
      <w:r w:rsidRPr="00B265CC">
        <w:rPr>
          <w:rFonts w:asciiTheme="minorHAnsi" w:hAnsiTheme="minorHAnsi"/>
        </w:rPr>
        <w:t>Pour la CCINSN :</w:t>
      </w:r>
    </w:p>
    <w:p w14:paraId="43C1908A" w14:textId="77777777" w:rsidR="00235E22" w:rsidRPr="00B265CC" w:rsidRDefault="00235E22" w:rsidP="00235E22">
      <w:pPr>
        <w:pStyle w:val="Retraitcorpsdetexte"/>
        <w:ind w:left="567" w:right="289"/>
        <w:rPr>
          <w:rFonts w:asciiTheme="minorHAnsi" w:hAnsiTheme="minorHAnsi" w:cs="Arial"/>
          <w:b/>
          <w:sz w:val="22"/>
          <w:szCs w:val="22"/>
        </w:rPr>
      </w:pPr>
    </w:p>
    <w:p w14:paraId="43C1908B" w14:textId="77777777" w:rsidR="00235E22" w:rsidRPr="00B265CC" w:rsidRDefault="00235E22" w:rsidP="00E04F7D">
      <w:pPr>
        <w:pStyle w:val="Retraitcorpsdetexte"/>
        <w:ind w:left="0" w:right="55" w:firstLine="567"/>
        <w:rPr>
          <w:rFonts w:asciiTheme="minorHAnsi" w:hAnsiTheme="minorHAnsi" w:cs="Arial"/>
          <w:b/>
          <w:bCs/>
          <w:sz w:val="22"/>
          <w:szCs w:val="22"/>
        </w:rPr>
      </w:pPr>
      <w:r w:rsidRPr="00B265CC">
        <w:rPr>
          <w:rFonts w:asciiTheme="minorHAnsi" w:hAnsiTheme="minorHAnsi" w:cs="Arial"/>
          <w:sz w:val="22"/>
          <w:szCs w:val="22"/>
        </w:rPr>
        <w:t xml:space="preserve">Représentant de la </w:t>
      </w:r>
      <w:r w:rsidRPr="00B265CC">
        <w:rPr>
          <w:rFonts w:asciiTheme="minorHAnsi" w:hAnsiTheme="minorHAnsi" w:cs="Arial"/>
          <w:b/>
          <w:bCs/>
          <w:sz w:val="22"/>
          <w:szCs w:val="22"/>
        </w:rPr>
        <w:t>Chambre de Commerce et d’Industrie Nantes St-Nazaire</w:t>
      </w:r>
    </w:p>
    <w:p w14:paraId="7949F149" w14:textId="414BBF88" w:rsidR="009B194A" w:rsidRPr="00B265CC" w:rsidRDefault="009B194A" w:rsidP="00E04F7D">
      <w:pPr>
        <w:pStyle w:val="Retraitcorpsdetexte"/>
        <w:ind w:left="0" w:right="55" w:firstLine="567"/>
        <w:rPr>
          <w:rFonts w:asciiTheme="minorHAnsi" w:hAnsiTheme="minorHAnsi" w:cs="Arial"/>
          <w:sz w:val="22"/>
          <w:szCs w:val="22"/>
        </w:rPr>
      </w:pPr>
      <w:r w:rsidRPr="00B265CC">
        <w:rPr>
          <w:rFonts w:asciiTheme="minorHAnsi" w:hAnsiTheme="minorHAnsi" w:cs="Arial"/>
          <w:sz w:val="22"/>
          <w:szCs w:val="22"/>
        </w:rPr>
        <w:t>N° SIRET : 130 008 105 00012 – APE 9411 Z</w:t>
      </w:r>
    </w:p>
    <w:p w14:paraId="43C1908C" w14:textId="77777777" w:rsidR="00235E22" w:rsidRPr="00B265CC" w:rsidRDefault="00235E22"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Président de la Chambre de Commerce et d’Industrie Nantes St-Nazaire</w:t>
      </w:r>
    </w:p>
    <w:p w14:paraId="43C1908D" w14:textId="77C9BE44" w:rsidR="00235E22" w:rsidRPr="00B265CC" w:rsidRDefault="008E55CF"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Suivant la</w:t>
      </w:r>
      <w:r w:rsidR="00235E22" w:rsidRPr="00B265CC">
        <w:rPr>
          <w:rFonts w:asciiTheme="minorHAnsi" w:hAnsiTheme="minorHAnsi" w:cs="Arial"/>
          <w:b/>
          <w:bCs/>
          <w:color w:val="0000FF"/>
          <w:sz w:val="22"/>
          <w:szCs w:val="22"/>
        </w:rPr>
        <w:t xml:space="preserve"> délibération</w:t>
      </w:r>
      <w:r w:rsidRPr="00B265CC">
        <w:rPr>
          <w:rFonts w:asciiTheme="minorHAnsi" w:hAnsiTheme="minorHAnsi" w:cs="Arial"/>
          <w:b/>
          <w:bCs/>
          <w:color w:val="0000FF"/>
          <w:sz w:val="22"/>
          <w:szCs w:val="22"/>
        </w:rPr>
        <w:t xml:space="preserve"> du </w:t>
      </w:r>
      <w:r w:rsidR="00F601A8">
        <w:rPr>
          <w:rFonts w:asciiTheme="minorHAnsi" w:hAnsiTheme="minorHAnsi" w:cs="Arial"/>
          <w:b/>
          <w:bCs/>
          <w:color w:val="0000FF"/>
          <w:sz w:val="22"/>
          <w:szCs w:val="22"/>
        </w:rPr>
        <w:t>26</w:t>
      </w:r>
      <w:r w:rsidRPr="00B265CC">
        <w:rPr>
          <w:rFonts w:asciiTheme="minorHAnsi" w:hAnsiTheme="minorHAnsi" w:cs="Arial"/>
          <w:b/>
          <w:bCs/>
          <w:color w:val="0000FF"/>
          <w:sz w:val="22"/>
          <w:szCs w:val="22"/>
        </w:rPr>
        <w:t xml:space="preserve"> novembre 20</w:t>
      </w:r>
      <w:r w:rsidR="00F601A8">
        <w:rPr>
          <w:rFonts w:asciiTheme="minorHAnsi" w:hAnsiTheme="minorHAnsi" w:cs="Arial"/>
          <w:b/>
          <w:bCs/>
          <w:color w:val="0000FF"/>
          <w:sz w:val="22"/>
          <w:szCs w:val="22"/>
        </w:rPr>
        <w:t>21</w:t>
      </w:r>
      <w:r w:rsidRPr="00B265CC">
        <w:rPr>
          <w:rFonts w:asciiTheme="minorHAnsi" w:hAnsiTheme="minorHAnsi" w:cs="Arial"/>
          <w:b/>
          <w:bCs/>
          <w:color w:val="0000FF"/>
          <w:sz w:val="22"/>
          <w:szCs w:val="22"/>
        </w:rPr>
        <w:t xml:space="preserve"> de</w:t>
      </w:r>
      <w:r w:rsidR="00235E22" w:rsidRPr="00B265CC">
        <w:rPr>
          <w:rFonts w:asciiTheme="minorHAnsi" w:hAnsiTheme="minorHAnsi" w:cs="Arial"/>
          <w:b/>
          <w:bCs/>
          <w:color w:val="0000FF"/>
          <w:sz w:val="22"/>
          <w:szCs w:val="22"/>
        </w:rPr>
        <w:t xml:space="preserve"> l’Assemblée Générale de la CCINSN</w:t>
      </w:r>
    </w:p>
    <w:p w14:paraId="43C1908E" w14:textId="77777777" w:rsidR="00235E22" w:rsidRPr="00B265CC" w:rsidRDefault="00235E22" w:rsidP="00235E22">
      <w:pPr>
        <w:pStyle w:val="Retraitcorpsdetexte"/>
        <w:ind w:left="567" w:right="289"/>
        <w:rPr>
          <w:rFonts w:asciiTheme="minorHAnsi" w:hAnsiTheme="minorHAnsi" w:cs="Arial"/>
          <w:b/>
          <w:bCs/>
          <w:color w:val="0000FF"/>
          <w:sz w:val="22"/>
          <w:szCs w:val="22"/>
        </w:rPr>
      </w:pPr>
    </w:p>
    <w:p w14:paraId="43C1908F"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Personne habilitée à donner les renseignements : </w:t>
      </w:r>
    </w:p>
    <w:p w14:paraId="43C19090" w14:textId="77777777" w:rsidR="00235E22" w:rsidRPr="00B265CC" w:rsidRDefault="00235E22"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Président de la Chambre de Commerce et d’Industrie Nantes St-Nazaire</w:t>
      </w:r>
    </w:p>
    <w:p w14:paraId="6735CD05" w14:textId="2C702192" w:rsidR="008E55CF" w:rsidRPr="00B265CC" w:rsidRDefault="008E55CF" w:rsidP="008E55CF">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Suivant la délibération du </w:t>
      </w:r>
      <w:r w:rsidR="00F601A8">
        <w:rPr>
          <w:rFonts w:asciiTheme="minorHAnsi" w:hAnsiTheme="minorHAnsi" w:cs="Arial"/>
          <w:b/>
          <w:bCs/>
          <w:color w:val="0000FF"/>
          <w:sz w:val="22"/>
          <w:szCs w:val="22"/>
        </w:rPr>
        <w:t>26</w:t>
      </w:r>
      <w:r w:rsidR="00F601A8" w:rsidRPr="00B265CC">
        <w:rPr>
          <w:rFonts w:asciiTheme="minorHAnsi" w:hAnsiTheme="minorHAnsi" w:cs="Arial"/>
          <w:b/>
          <w:bCs/>
          <w:color w:val="0000FF"/>
          <w:sz w:val="22"/>
          <w:szCs w:val="22"/>
        </w:rPr>
        <w:t xml:space="preserve"> novembre 20</w:t>
      </w:r>
      <w:r w:rsidR="00F601A8">
        <w:rPr>
          <w:rFonts w:asciiTheme="minorHAnsi" w:hAnsiTheme="minorHAnsi" w:cs="Arial"/>
          <w:b/>
          <w:bCs/>
          <w:color w:val="0000FF"/>
          <w:sz w:val="22"/>
          <w:szCs w:val="22"/>
        </w:rPr>
        <w:t>21</w:t>
      </w:r>
      <w:r w:rsidR="00F601A8" w:rsidRPr="00B265CC">
        <w:rPr>
          <w:rFonts w:asciiTheme="minorHAnsi" w:hAnsiTheme="minorHAnsi" w:cs="Arial"/>
          <w:b/>
          <w:bCs/>
          <w:color w:val="0000FF"/>
          <w:sz w:val="22"/>
          <w:szCs w:val="22"/>
        </w:rPr>
        <w:t xml:space="preserve"> </w:t>
      </w:r>
      <w:r w:rsidRPr="00B265CC">
        <w:rPr>
          <w:rFonts w:asciiTheme="minorHAnsi" w:hAnsiTheme="minorHAnsi" w:cs="Arial"/>
          <w:b/>
          <w:bCs/>
          <w:color w:val="0000FF"/>
          <w:sz w:val="22"/>
          <w:szCs w:val="22"/>
        </w:rPr>
        <w:t>de l’Assemblée Générale de la CCINSN</w:t>
      </w:r>
    </w:p>
    <w:p w14:paraId="43C19092" w14:textId="77777777" w:rsidR="00235E22" w:rsidRPr="00B265CC" w:rsidRDefault="00235E22" w:rsidP="00235E22">
      <w:pPr>
        <w:pStyle w:val="Retraitcorpsdetexte"/>
        <w:ind w:left="567" w:right="289"/>
        <w:rPr>
          <w:rFonts w:asciiTheme="minorHAnsi" w:hAnsiTheme="minorHAnsi" w:cs="Arial"/>
          <w:b/>
          <w:color w:val="0000FF"/>
          <w:sz w:val="22"/>
          <w:szCs w:val="22"/>
        </w:rPr>
      </w:pPr>
    </w:p>
    <w:p w14:paraId="43C19093"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Ordonnateur :  </w:t>
      </w:r>
    </w:p>
    <w:p w14:paraId="43C19094" w14:textId="77777777" w:rsidR="00235E22" w:rsidRPr="00B265CC" w:rsidRDefault="00235E22" w:rsidP="00235E22">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Président de la Chambre de Commerce et d’Industrie Nantes St-Nazaire</w:t>
      </w:r>
    </w:p>
    <w:p w14:paraId="13F53F2A" w14:textId="6800393B" w:rsidR="008E55CF" w:rsidRPr="00B265CC" w:rsidRDefault="008E55CF" w:rsidP="008E55CF">
      <w:pPr>
        <w:pStyle w:val="Retraitcorpsdetexte"/>
        <w:ind w:left="567" w:right="289"/>
        <w:rPr>
          <w:rFonts w:asciiTheme="minorHAnsi" w:hAnsiTheme="minorHAnsi" w:cs="Arial"/>
          <w:b/>
          <w:bCs/>
          <w:color w:val="0000FF"/>
          <w:sz w:val="22"/>
          <w:szCs w:val="22"/>
        </w:rPr>
      </w:pPr>
      <w:r w:rsidRPr="00B265CC">
        <w:rPr>
          <w:rFonts w:asciiTheme="minorHAnsi" w:hAnsiTheme="minorHAnsi" w:cs="Arial"/>
          <w:b/>
          <w:bCs/>
          <w:color w:val="0000FF"/>
          <w:sz w:val="22"/>
          <w:szCs w:val="22"/>
        </w:rPr>
        <w:t xml:space="preserve">Suivant la délibération du </w:t>
      </w:r>
      <w:r w:rsidR="00F601A8">
        <w:rPr>
          <w:rFonts w:asciiTheme="minorHAnsi" w:hAnsiTheme="minorHAnsi" w:cs="Arial"/>
          <w:b/>
          <w:bCs/>
          <w:color w:val="0000FF"/>
          <w:sz w:val="22"/>
          <w:szCs w:val="22"/>
        </w:rPr>
        <w:t>26</w:t>
      </w:r>
      <w:r w:rsidR="00F601A8" w:rsidRPr="00B265CC">
        <w:rPr>
          <w:rFonts w:asciiTheme="minorHAnsi" w:hAnsiTheme="minorHAnsi" w:cs="Arial"/>
          <w:b/>
          <w:bCs/>
          <w:color w:val="0000FF"/>
          <w:sz w:val="22"/>
          <w:szCs w:val="22"/>
        </w:rPr>
        <w:t xml:space="preserve"> novembre 20</w:t>
      </w:r>
      <w:r w:rsidR="00F601A8">
        <w:rPr>
          <w:rFonts w:asciiTheme="minorHAnsi" w:hAnsiTheme="minorHAnsi" w:cs="Arial"/>
          <w:b/>
          <w:bCs/>
          <w:color w:val="0000FF"/>
          <w:sz w:val="22"/>
          <w:szCs w:val="22"/>
        </w:rPr>
        <w:t>21</w:t>
      </w:r>
      <w:r w:rsidR="00F601A8" w:rsidRPr="00B265CC">
        <w:rPr>
          <w:rFonts w:asciiTheme="minorHAnsi" w:hAnsiTheme="minorHAnsi" w:cs="Arial"/>
          <w:b/>
          <w:bCs/>
          <w:color w:val="0000FF"/>
          <w:sz w:val="22"/>
          <w:szCs w:val="22"/>
        </w:rPr>
        <w:t xml:space="preserve"> </w:t>
      </w:r>
      <w:r w:rsidRPr="00B265CC">
        <w:rPr>
          <w:rFonts w:asciiTheme="minorHAnsi" w:hAnsiTheme="minorHAnsi" w:cs="Arial"/>
          <w:b/>
          <w:bCs/>
          <w:color w:val="0000FF"/>
          <w:sz w:val="22"/>
          <w:szCs w:val="22"/>
        </w:rPr>
        <w:t>de l’Assemblée Générale de la CCINSN</w:t>
      </w:r>
    </w:p>
    <w:p w14:paraId="43C19096" w14:textId="77777777" w:rsidR="00235E22" w:rsidRPr="00B265CC" w:rsidRDefault="00235E22" w:rsidP="00235E22">
      <w:pPr>
        <w:pStyle w:val="Retraitcorpsdetexte"/>
        <w:ind w:left="567" w:right="289"/>
        <w:rPr>
          <w:rFonts w:asciiTheme="minorHAnsi" w:hAnsiTheme="minorHAnsi" w:cs="Arial"/>
          <w:b/>
          <w:color w:val="0000FF"/>
          <w:sz w:val="22"/>
          <w:szCs w:val="22"/>
        </w:rPr>
      </w:pPr>
    </w:p>
    <w:p w14:paraId="43C19097" w14:textId="77777777" w:rsidR="00235E22" w:rsidRPr="00B265CC" w:rsidRDefault="00235E22" w:rsidP="00235E22">
      <w:pPr>
        <w:pStyle w:val="Retraitcorpsdetexte"/>
        <w:ind w:left="567" w:right="289"/>
        <w:rPr>
          <w:rFonts w:asciiTheme="minorHAnsi" w:hAnsiTheme="minorHAnsi" w:cs="Arial"/>
          <w:sz w:val="22"/>
          <w:szCs w:val="22"/>
        </w:rPr>
      </w:pPr>
      <w:r w:rsidRPr="00B265CC">
        <w:rPr>
          <w:rFonts w:asciiTheme="minorHAnsi" w:hAnsiTheme="minorHAnsi" w:cs="Arial"/>
          <w:sz w:val="22"/>
          <w:szCs w:val="22"/>
        </w:rPr>
        <w:t xml:space="preserve">Comptable assignataire des paiements : </w:t>
      </w:r>
    </w:p>
    <w:p w14:paraId="43C19098" w14:textId="77777777" w:rsidR="00235E22" w:rsidRPr="00B265CC" w:rsidRDefault="00235E22" w:rsidP="00E04F7D">
      <w:pPr>
        <w:pStyle w:val="Retraitcorpsdetexte"/>
        <w:ind w:left="567" w:right="55"/>
        <w:rPr>
          <w:rFonts w:asciiTheme="minorHAnsi" w:hAnsiTheme="minorHAnsi" w:cs="Arial"/>
          <w:b/>
          <w:bCs/>
          <w:color w:val="0000FF"/>
          <w:sz w:val="22"/>
          <w:szCs w:val="22"/>
        </w:rPr>
      </w:pPr>
      <w:r w:rsidRPr="00B265CC">
        <w:rPr>
          <w:rFonts w:asciiTheme="minorHAnsi" w:hAnsiTheme="minorHAnsi" w:cs="Arial"/>
          <w:b/>
          <w:bCs/>
          <w:color w:val="0000FF"/>
          <w:sz w:val="22"/>
          <w:szCs w:val="22"/>
        </w:rPr>
        <w:t>Monsieur le Trésorier de la Chambre de Commerce et d’Industrie Nantes St-Nazaire</w:t>
      </w:r>
    </w:p>
    <w:p w14:paraId="43C19099" w14:textId="77777777" w:rsidR="00235E22" w:rsidRPr="00B265CC" w:rsidRDefault="00235E22" w:rsidP="00235E22">
      <w:pPr>
        <w:pStyle w:val="Retraitcorpsdetexte"/>
        <w:ind w:left="0" w:right="289"/>
        <w:rPr>
          <w:rFonts w:asciiTheme="minorHAnsi" w:hAnsiTheme="minorHAnsi" w:cs="Arial"/>
          <w:b/>
          <w:bCs/>
          <w:color w:val="0000FF"/>
          <w:sz w:val="22"/>
          <w:szCs w:val="22"/>
        </w:rPr>
      </w:pPr>
    </w:p>
    <w:p w14:paraId="43C190D4" w14:textId="77777777" w:rsidR="007A2B2E" w:rsidRPr="00B265CC" w:rsidRDefault="007A2B2E" w:rsidP="00235E22">
      <w:pPr>
        <w:pStyle w:val="Retraitcorpsdetexte"/>
        <w:ind w:left="0" w:right="289"/>
        <w:rPr>
          <w:rFonts w:asciiTheme="minorHAnsi" w:hAnsiTheme="minorHAnsi" w:cs="Arial"/>
          <w:b/>
          <w:bCs/>
          <w:color w:val="0000FF"/>
          <w:sz w:val="22"/>
          <w:szCs w:val="22"/>
        </w:rPr>
      </w:pPr>
    </w:p>
    <w:p w14:paraId="43C190D5" w14:textId="77777777" w:rsidR="007A2B2E" w:rsidRPr="00B265CC" w:rsidRDefault="007A2B2E">
      <w:pPr>
        <w:rPr>
          <w:rFonts w:asciiTheme="minorHAnsi" w:eastAsia="Times New Roman" w:hAnsiTheme="minorHAnsi" w:cs="Arial"/>
          <w:b/>
          <w:bCs/>
          <w:color w:val="0000FF"/>
          <w:lang w:eastAsia="fr-FR"/>
        </w:rPr>
      </w:pPr>
      <w:r w:rsidRPr="00B265CC">
        <w:rPr>
          <w:rFonts w:asciiTheme="minorHAnsi" w:hAnsiTheme="minorHAnsi" w:cs="Arial"/>
          <w:b/>
          <w:bCs/>
          <w:color w:val="0000FF"/>
        </w:rPr>
        <w:br w:type="page"/>
      </w:r>
    </w:p>
    <w:p w14:paraId="43C190D6" w14:textId="77777777" w:rsidR="00235E22" w:rsidRPr="00B265CC" w:rsidRDefault="00235E22" w:rsidP="00235E22">
      <w:pPr>
        <w:pStyle w:val="Retraitcorpsdetexte"/>
        <w:ind w:left="567" w:right="289"/>
        <w:rPr>
          <w:rFonts w:asciiTheme="minorHAnsi" w:hAnsiTheme="minorHAnsi" w:cs="Arial"/>
          <w:b/>
          <w:bCs/>
          <w:color w:val="0000FF"/>
          <w:sz w:val="22"/>
          <w:szCs w:val="22"/>
        </w:rPr>
      </w:pP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économique)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8240"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3EE6C3" id="Rectangle 13" o:spid="_x0000_s1026" style="position:absolute;margin-left:1.1pt;margin-top:.4pt;width:466.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77777777"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58241"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25F3E4" id="Rectangle 12" o:spid="_x0000_s1026" style="position:absolute;margin-left:.95pt;margin-top:.5pt;width:471.3pt;height:316.8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77777777"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35166F" id="Rectangle 10" o:spid="_x0000_s1026" style="position:absolute;margin-left:.35pt;margin-top:6.25pt;width:468.3pt;height:611.7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3"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BA1A93" id="Rectangle 9" o:spid="_x0000_s1026" style="position:absolute;margin-left:2.65pt;margin-top:1.5pt;width:463.5pt;height:701.55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4"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58245"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6E8C78" id="Rectangle 7" o:spid="_x0000_s1026" style="position:absolute;margin-left:.95pt;margin-top:6.2pt;width:467.55pt;height:612.8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58246"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C9F457" id="Rectangle 6" o:spid="_x0000_s1026" style="position:absolute;margin-left:.35pt;margin-top:-11.2pt;width:469.5pt;height:744.2pt;z-index:-2516582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 xml:space="preserve">agissant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58247"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8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r w:rsidRPr="00B265CC">
        <w:rPr>
          <w:rFonts w:asciiTheme="minorHAnsi" w:hAnsiTheme="minorHAnsi" w:cs="Arial"/>
          <w:b/>
          <w:sz w:val="22"/>
          <w:szCs w:val="22"/>
        </w:rPr>
        <w:t>étant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73F39665" w14:textId="79FF67C5" w:rsidR="008A6C5D" w:rsidRPr="00B265CC" w:rsidRDefault="008A6C5D" w:rsidP="008A6C5D">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w:t>
      </w:r>
      <w:r w:rsidR="00730DF7" w:rsidRPr="00B265CC">
        <w:rPr>
          <w:rFonts w:asciiTheme="minorHAnsi" w:hAnsiTheme="minorHAnsi" w:cs="Arial"/>
          <w:bCs/>
          <w:sz w:val="22"/>
          <w:szCs w:val="22"/>
        </w:rPr>
        <w:t xml:space="preserve">marché n° </w:t>
      </w:r>
      <w:r w:rsidR="00AB2D2E" w:rsidRPr="00AB2D2E">
        <w:rPr>
          <w:rFonts w:asciiTheme="minorHAnsi" w:hAnsiTheme="minorHAnsi" w:cs="Arial"/>
          <w:bCs/>
          <w:sz w:val="22"/>
          <w:szCs w:val="22"/>
        </w:rPr>
        <w:t>2025 GCPN 4028</w:t>
      </w:r>
      <w:r w:rsidR="00AB2D2E">
        <w:rPr>
          <w:rFonts w:asciiTheme="minorHAnsi" w:eastAsia="Arial Unicode MS" w:hAnsiTheme="minorHAnsi" w:cstheme="minorHAnsi"/>
          <w:b/>
          <w:bCs/>
          <w:color w:val="000000"/>
        </w:rPr>
        <w:t xml:space="preserve"> </w:t>
      </w:r>
      <w:r w:rsidR="00730DF7" w:rsidRPr="00B265CC">
        <w:rPr>
          <w:rFonts w:asciiTheme="minorHAnsi" w:hAnsiTheme="minorHAnsi" w:cs="Arial"/>
          <w:bCs/>
          <w:sz w:val="22"/>
          <w:szCs w:val="22"/>
        </w:rPr>
        <w:t>mentionné</w:t>
      </w:r>
      <w:r w:rsidR="002A2188" w:rsidRPr="00B265CC">
        <w:rPr>
          <w:rFonts w:asciiTheme="minorHAnsi" w:hAnsiTheme="minorHAnsi" w:cs="Arial"/>
          <w:bCs/>
          <w:sz w:val="22"/>
          <w:szCs w:val="22"/>
        </w:rPr>
        <w:t>es</w:t>
      </w:r>
      <w:r w:rsidRPr="00B265CC">
        <w:rPr>
          <w:rFonts w:asciiTheme="minorHAnsi" w:hAnsiTheme="minorHAnsi" w:cs="Arial"/>
          <w:bCs/>
          <w:sz w:val="22"/>
          <w:szCs w:val="22"/>
        </w:rPr>
        <w:t xml:space="preserve"> au règlement de la consultation et disponibles sur le site : </w:t>
      </w:r>
      <w:hyperlink r:id="rId11" w:history="1">
        <w:r w:rsidRPr="00B265CC">
          <w:rPr>
            <w:rStyle w:val="Lienhypertexte"/>
            <w:rFonts w:asciiTheme="minorHAnsi" w:hAnsiTheme="minorHAnsi" w:cs="Arial"/>
            <w:bCs/>
            <w:sz w:val="22"/>
            <w:szCs w:val="22"/>
          </w:rPr>
          <w:t>www.marches-publics.gouv.fr</w:t>
        </w:r>
      </w:hyperlink>
    </w:p>
    <w:p w14:paraId="43C1921E" w14:textId="77777777" w:rsidR="00235E22" w:rsidRPr="00B265CC" w:rsidRDefault="00235E22" w:rsidP="00235E22">
      <w:pPr>
        <w:pStyle w:val="Paragraphedeliste"/>
        <w:rPr>
          <w:rFonts w:asciiTheme="minorHAnsi" w:hAnsiTheme="minorHAnsi" w:cs="Arial"/>
        </w:rPr>
      </w:pPr>
    </w:p>
    <w:p w14:paraId="43C1921F" w14:textId="57C3E1AC" w:rsidR="00235E22" w:rsidRPr="00B265CC" w:rsidRDefault="00592BAD" w:rsidP="00592BAD">
      <w:pPr>
        <w:pStyle w:val="Retraitcorpsdetexte2"/>
        <w:ind w:left="0" w:right="289"/>
        <w:rPr>
          <w:rFonts w:asciiTheme="minorHAnsi" w:hAnsiTheme="minorHAnsi" w:cs="Arial"/>
          <w:sz w:val="22"/>
          <w:szCs w:val="22"/>
        </w:rPr>
      </w:pPr>
      <w:r w:rsidRPr="00B265CC">
        <w:rPr>
          <w:rFonts w:asciiTheme="minorHAnsi" w:hAnsiTheme="minorHAnsi" w:cs="Arial"/>
          <w:sz w:val="22"/>
          <w:szCs w:val="22"/>
        </w:rPr>
        <w:t>E</w:t>
      </w:r>
      <w:r w:rsidR="00235E22" w:rsidRPr="00B265CC">
        <w:rPr>
          <w:rFonts w:asciiTheme="minorHAnsi" w:hAnsiTheme="minorHAnsi" w:cs="Arial"/>
          <w:sz w:val="22"/>
          <w:szCs w:val="22"/>
        </w:rPr>
        <w:t>t conformément à leurs c</w:t>
      </w:r>
      <w:r w:rsidRPr="00B265CC">
        <w:rPr>
          <w:rFonts w:asciiTheme="minorHAnsi" w:hAnsiTheme="minorHAnsi" w:cs="Arial"/>
          <w:sz w:val="22"/>
          <w:szCs w:val="22"/>
        </w:rPr>
        <w:t xml:space="preserve">lauses et à leurs stipulations, </w:t>
      </w:r>
      <w:r w:rsidR="00235E22" w:rsidRPr="00B265CC">
        <w:rPr>
          <w:rFonts w:asciiTheme="minorHAnsi" w:hAnsiTheme="minorHAnsi" w:cs="Arial"/>
          <w:sz w:val="22"/>
          <w:szCs w:val="22"/>
        </w:rPr>
        <w:t xml:space="preserve">et des documents qui y sont mentionnés, en avoir accepté leur contenu sans modifications, et après avoir fourni l'ensemble des documents demandés au Règlement de la Consultation, m'engage (nous nous engageons), sans réserve, conformément aux stipulations des documents </w:t>
      </w:r>
      <w:r w:rsidR="002A2188" w:rsidRPr="00B265CC">
        <w:rPr>
          <w:rFonts w:asciiTheme="minorHAnsi" w:hAnsiTheme="minorHAnsi" w:cs="Arial"/>
          <w:sz w:val="22"/>
          <w:szCs w:val="22"/>
        </w:rPr>
        <w:t>mentionnés</w:t>
      </w:r>
      <w:r w:rsidR="00235E22" w:rsidRPr="00B265CC">
        <w:rPr>
          <w:rFonts w:asciiTheme="minorHAnsi" w:hAnsiTheme="minorHAnsi" w:cs="Arial"/>
          <w:sz w:val="22"/>
          <w:szCs w:val="22"/>
        </w:rPr>
        <w:t xml:space="preserve"> ci-dessus, à assurer les prestations du présent marché.</w:t>
      </w:r>
    </w:p>
    <w:p w14:paraId="43C19220" w14:textId="77777777" w:rsidR="00235E22" w:rsidRPr="00B265CC" w:rsidRDefault="00235E22" w:rsidP="00235E22">
      <w:pPr>
        <w:tabs>
          <w:tab w:val="left" w:pos="567"/>
          <w:tab w:val="left" w:pos="7800"/>
        </w:tabs>
        <w:ind w:right="289"/>
        <w:jc w:val="both"/>
        <w:rPr>
          <w:rFonts w:asciiTheme="minorHAnsi" w:hAnsiTheme="minorHAnsi" w:cs="Arial"/>
        </w:rPr>
      </w:pPr>
    </w:p>
    <w:p w14:paraId="43C19221" w14:textId="77777777" w:rsidR="00235E22" w:rsidRPr="00B265CC" w:rsidRDefault="00235E22" w:rsidP="00592BAD">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(120) à compter de la date limite de remise des offres.</w:t>
      </w:r>
    </w:p>
    <w:p w14:paraId="43C19222" w14:textId="77777777" w:rsidR="00235E22" w:rsidRPr="00B265CC" w:rsidRDefault="00235E22" w:rsidP="00235E22">
      <w:pPr>
        <w:tabs>
          <w:tab w:val="left" w:pos="7800"/>
        </w:tabs>
        <w:ind w:left="567" w:right="289"/>
        <w:jc w:val="both"/>
        <w:rPr>
          <w:rFonts w:asciiTheme="minorHAnsi" w:hAnsiTheme="minorHAnsi" w:cs="Arial"/>
        </w:rPr>
      </w:pPr>
    </w:p>
    <w:p w14:paraId="43C19223" w14:textId="77777777" w:rsidR="00235E22" w:rsidRPr="00B265CC" w:rsidRDefault="00235E22" w:rsidP="00235E22">
      <w:pPr>
        <w:tabs>
          <w:tab w:val="left" w:pos="7800"/>
        </w:tabs>
        <w:ind w:left="567" w:right="289"/>
        <w:jc w:val="both"/>
        <w:rPr>
          <w:rFonts w:asciiTheme="minorHAnsi" w:hAnsiTheme="minorHAnsi" w:cs="Arial"/>
        </w:rPr>
      </w:pPr>
    </w:p>
    <w:p w14:paraId="43C19224" w14:textId="77777777" w:rsidR="00235E22" w:rsidRPr="00B265CC" w:rsidRDefault="00235E22" w:rsidP="00D72502">
      <w:pPr>
        <w:pStyle w:val="Titre1"/>
        <w:rPr>
          <w:rFonts w:asciiTheme="minorHAnsi" w:hAnsiTheme="minorHAnsi"/>
        </w:rPr>
      </w:pPr>
      <w:r w:rsidRPr="00B265CC">
        <w:rPr>
          <w:rFonts w:asciiTheme="minorHAnsi" w:hAnsiTheme="minorHAnsi"/>
        </w:rPr>
        <w:t>ARTICLE 2 – ENGAGEMENT DU CANDIDAT</w:t>
      </w:r>
    </w:p>
    <w:p w14:paraId="43C19225" w14:textId="77777777" w:rsidR="00235E22" w:rsidRPr="00B265CC" w:rsidRDefault="00235E22" w:rsidP="00235E22">
      <w:pPr>
        <w:ind w:left="567" w:right="289"/>
        <w:rPr>
          <w:rFonts w:asciiTheme="minorHAnsi" w:hAnsiTheme="minorHAnsi" w:cs="Arial"/>
        </w:rPr>
      </w:pPr>
    </w:p>
    <w:p w14:paraId="43C19226" w14:textId="77777777" w:rsidR="00235E22" w:rsidRPr="00B265CC" w:rsidRDefault="00235E22" w:rsidP="00235E22">
      <w:pPr>
        <w:ind w:right="289"/>
        <w:rPr>
          <w:rFonts w:asciiTheme="minorHAnsi" w:hAnsiTheme="minorHAnsi" w:cs="Arial"/>
        </w:rPr>
      </w:pPr>
    </w:p>
    <w:p w14:paraId="43C19227" w14:textId="77777777" w:rsidR="00235E22" w:rsidRPr="00B265CC" w:rsidRDefault="00235E22" w:rsidP="002B59E7">
      <w:pPr>
        <w:pStyle w:val="Pucesous-titregras"/>
        <w:rPr>
          <w:rFonts w:asciiTheme="minorHAnsi" w:hAnsiTheme="minorHAnsi"/>
        </w:rPr>
      </w:pPr>
      <w:r w:rsidRPr="00B265CC">
        <w:rPr>
          <w:rFonts w:asciiTheme="minorHAnsi" w:hAnsiTheme="minorHAnsi"/>
        </w:rPr>
        <w:t xml:space="preserve">Candidat seul : </w:t>
      </w:r>
    </w:p>
    <w:p w14:paraId="43C19228" w14:textId="77777777" w:rsidR="00235E22" w:rsidRPr="00B265CC" w:rsidRDefault="00235E22" w:rsidP="00235E22">
      <w:pPr>
        <w:ind w:right="289"/>
        <w:rPr>
          <w:rFonts w:asciiTheme="minorHAnsi" w:hAnsiTheme="minorHAnsi" w:cs="Arial"/>
        </w:rPr>
      </w:pPr>
    </w:p>
    <w:p w14:paraId="1B2FD6FB" w14:textId="7FAC111A" w:rsidR="00982F2C" w:rsidRPr="00AB2D2E" w:rsidRDefault="00982F2C" w:rsidP="00982F2C">
      <w:pPr>
        <w:tabs>
          <w:tab w:val="right" w:leader="dot" w:pos="9639"/>
        </w:tabs>
        <w:ind w:left="567" w:right="289"/>
        <w:jc w:val="both"/>
        <w:rPr>
          <w:rFonts w:asciiTheme="minorHAnsi" w:hAnsiTheme="minorHAnsi" w:cs="Arial"/>
          <w:bCs/>
          <w:color w:val="000000" w:themeColor="text1"/>
        </w:rPr>
      </w:pPr>
      <w:r w:rsidRPr="00AB2D2E">
        <w:rPr>
          <w:rFonts w:asciiTheme="minorHAnsi" w:hAnsiTheme="minorHAnsi" w:cs="Arial"/>
          <w:bCs/>
          <w:color w:val="000000" w:themeColor="text1"/>
        </w:rPr>
        <w:t>Après avoir pris connaissance des pièces constitutives du marché suivant</w:t>
      </w:r>
      <w:r w:rsidR="00AB2D2E" w:rsidRPr="00AB2D2E">
        <w:rPr>
          <w:rFonts w:asciiTheme="minorHAnsi" w:hAnsiTheme="minorHAnsi" w:cs="Arial"/>
          <w:bCs/>
          <w:color w:val="000000" w:themeColor="text1"/>
        </w:rPr>
        <w:t> :</w:t>
      </w:r>
    </w:p>
    <w:p w14:paraId="15571482" w14:textId="428E8550" w:rsidR="00982F2C" w:rsidRPr="00AB2D2E" w:rsidRDefault="00982F2C" w:rsidP="00AB2D2E">
      <w:pPr>
        <w:pStyle w:val="Paragraphedeliste"/>
        <w:numPr>
          <w:ilvl w:val="0"/>
          <w:numId w:val="18"/>
        </w:numPr>
        <w:tabs>
          <w:tab w:val="right" w:leader="dot" w:pos="9639"/>
        </w:tabs>
        <w:ind w:right="289"/>
        <w:jc w:val="both"/>
        <w:rPr>
          <w:rFonts w:asciiTheme="minorHAnsi" w:hAnsiTheme="minorHAnsi" w:cs="Arial"/>
          <w:bCs/>
          <w:color w:val="000000" w:themeColor="text1"/>
        </w:rPr>
      </w:pPr>
      <w:r w:rsidRPr="00AB2D2E">
        <w:rPr>
          <w:rFonts w:asciiTheme="minorHAnsi" w:hAnsiTheme="minorHAnsi" w:cs="Arial"/>
          <w:bCs/>
          <w:color w:val="000000" w:themeColor="text1"/>
        </w:rPr>
        <w:t>CCP</w:t>
      </w:r>
      <w:r w:rsidR="00AB2D2E" w:rsidRPr="00AB2D2E">
        <w:rPr>
          <w:rFonts w:asciiTheme="minorHAnsi" w:hAnsiTheme="minorHAnsi" w:cs="Arial"/>
          <w:bCs/>
          <w:color w:val="000000" w:themeColor="text1"/>
        </w:rPr>
        <w:t>a</w:t>
      </w:r>
      <w:r w:rsidRPr="00AB2D2E">
        <w:rPr>
          <w:rFonts w:asciiTheme="minorHAnsi" w:hAnsiTheme="minorHAnsi" w:cs="Arial"/>
          <w:bCs/>
          <w:color w:val="000000" w:themeColor="text1"/>
        </w:rPr>
        <w:t xml:space="preserve"> n°</w:t>
      </w:r>
      <w:r w:rsidR="00AB2D2E" w:rsidRPr="00AB2D2E">
        <w:rPr>
          <w:rFonts w:asciiTheme="minorHAnsi" w:eastAsia="Arial Unicode MS" w:hAnsiTheme="minorHAnsi" w:cstheme="minorHAnsi"/>
          <w:bCs/>
          <w:color w:val="000000" w:themeColor="text1"/>
        </w:rPr>
        <w:t>2025 GCPN 4028</w:t>
      </w:r>
    </w:p>
    <w:p w14:paraId="44C01BC7" w14:textId="444E8878" w:rsidR="00AB2D2E" w:rsidRDefault="00982F2C" w:rsidP="00AB2D2E">
      <w:pPr>
        <w:pStyle w:val="Paragraphedeliste"/>
        <w:numPr>
          <w:ilvl w:val="0"/>
          <w:numId w:val="18"/>
        </w:numPr>
        <w:tabs>
          <w:tab w:val="right" w:leader="dot" w:pos="9639"/>
        </w:tabs>
        <w:ind w:right="289"/>
        <w:jc w:val="both"/>
        <w:rPr>
          <w:rFonts w:asciiTheme="minorHAnsi" w:hAnsiTheme="minorHAnsi" w:cs="Arial"/>
          <w:bCs/>
          <w:color w:val="000000" w:themeColor="text1"/>
        </w:rPr>
      </w:pPr>
      <w:r w:rsidRPr="00AB2D2E">
        <w:rPr>
          <w:rFonts w:asciiTheme="minorHAnsi" w:hAnsiTheme="minorHAnsi" w:cs="Arial"/>
          <w:bCs/>
          <w:color w:val="000000" w:themeColor="text1"/>
        </w:rPr>
        <w:t>CCAG</w:t>
      </w:r>
      <w:r w:rsidR="00AB2D2E">
        <w:rPr>
          <w:rFonts w:asciiTheme="minorHAnsi" w:hAnsiTheme="minorHAnsi" w:cs="Arial"/>
          <w:bCs/>
          <w:color w:val="000000" w:themeColor="text1"/>
        </w:rPr>
        <w:t>-PI du 30 mars 2021</w:t>
      </w:r>
    </w:p>
    <w:p w14:paraId="5C8DD52A" w14:textId="3ABFC019" w:rsidR="00753880" w:rsidRPr="00AB2D2E" w:rsidRDefault="00753880" w:rsidP="00753880">
      <w:pPr>
        <w:pStyle w:val="Paragraphedeliste"/>
        <w:numPr>
          <w:ilvl w:val="0"/>
          <w:numId w:val="18"/>
        </w:numPr>
        <w:tabs>
          <w:tab w:val="right" w:leader="dot" w:pos="9639"/>
        </w:tabs>
        <w:ind w:right="289"/>
        <w:jc w:val="both"/>
        <w:rPr>
          <w:rFonts w:asciiTheme="minorHAnsi" w:hAnsiTheme="minorHAnsi" w:cs="Arial"/>
          <w:bCs/>
          <w:color w:val="000000" w:themeColor="text1"/>
        </w:rPr>
      </w:pPr>
      <w:r>
        <w:rPr>
          <w:rFonts w:asciiTheme="minorHAnsi" w:hAnsiTheme="minorHAnsi" w:cs="Arial"/>
          <w:bCs/>
          <w:color w:val="000000" w:themeColor="text1"/>
        </w:rPr>
        <w:t>RC</w:t>
      </w:r>
      <w:r w:rsidRPr="00AB2D2E">
        <w:rPr>
          <w:rFonts w:asciiTheme="minorHAnsi" w:hAnsiTheme="minorHAnsi" w:cs="Arial"/>
          <w:bCs/>
          <w:color w:val="000000" w:themeColor="text1"/>
        </w:rPr>
        <w:t xml:space="preserve"> n°</w:t>
      </w:r>
      <w:r w:rsidRPr="00AB2D2E">
        <w:rPr>
          <w:rFonts w:asciiTheme="minorHAnsi" w:eastAsia="Arial Unicode MS" w:hAnsiTheme="minorHAnsi" w:cstheme="minorHAnsi"/>
          <w:bCs/>
          <w:color w:val="000000" w:themeColor="text1"/>
        </w:rPr>
        <w:t>2025 GCPN 4028</w:t>
      </w:r>
    </w:p>
    <w:p w14:paraId="6D810C39" w14:textId="3543D385" w:rsidR="00753880" w:rsidRPr="00AB2D2E" w:rsidRDefault="00753880" w:rsidP="00753880">
      <w:pPr>
        <w:pStyle w:val="Paragraphedeliste"/>
        <w:numPr>
          <w:ilvl w:val="0"/>
          <w:numId w:val="18"/>
        </w:numPr>
        <w:tabs>
          <w:tab w:val="right" w:leader="dot" w:pos="9639"/>
        </w:tabs>
        <w:ind w:right="289"/>
        <w:jc w:val="both"/>
        <w:rPr>
          <w:rFonts w:asciiTheme="minorHAnsi" w:hAnsiTheme="minorHAnsi" w:cs="Arial"/>
          <w:bCs/>
          <w:color w:val="000000" w:themeColor="text1"/>
        </w:rPr>
      </w:pPr>
      <w:r>
        <w:rPr>
          <w:rFonts w:asciiTheme="minorHAnsi" w:hAnsiTheme="minorHAnsi" w:cs="Arial"/>
          <w:bCs/>
          <w:color w:val="000000" w:themeColor="text1"/>
        </w:rPr>
        <w:t xml:space="preserve">BPU </w:t>
      </w:r>
      <w:r w:rsidRPr="00AB2D2E">
        <w:rPr>
          <w:rFonts w:asciiTheme="minorHAnsi" w:hAnsiTheme="minorHAnsi" w:cs="Arial"/>
          <w:bCs/>
          <w:color w:val="000000" w:themeColor="text1"/>
        </w:rPr>
        <w:t>n°</w:t>
      </w:r>
      <w:r w:rsidRPr="00AB2D2E">
        <w:rPr>
          <w:rFonts w:asciiTheme="minorHAnsi" w:eastAsia="Arial Unicode MS" w:hAnsiTheme="minorHAnsi" w:cstheme="minorHAnsi"/>
          <w:bCs/>
          <w:color w:val="000000" w:themeColor="text1"/>
        </w:rPr>
        <w:t>2025 GCPN 4028</w:t>
      </w:r>
    </w:p>
    <w:p w14:paraId="68ED02AB" w14:textId="344856DE" w:rsidR="00F33F5C" w:rsidRPr="00AB2D2E" w:rsidRDefault="00753880" w:rsidP="00F33F5C">
      <w:pPr>
        <w:pStyle w:val="Paragraphedeliste"/>
        <w:numPr>
          <w:ilvl w:val="0"/>
          <w:numId w:val="18"/>
        </w:numPr>
        <w:tabs>
          <w:tab w:val="right" w:leader="dot" w:pos="9639"/>
        </w:tabs>
        <w:ind w:right="289"/>
        <w:jc w:val="both"/>
        <w:rPr>
          <w:rFonts w:asciiTheme="minorHAnsi" w:hAnsiTheme="minorHAnsi" w:cs="Arial"/>
          <w:bCs/>
          <w:color w:val="000000" w:themeColor="text1"/>
        </w:rPr>
      </w:pPr>
      <w:r>
        <w:rPr>
          <w:rFonts w:asciiTheme="minorHAnsi" w:hAnsiTheme="minorHAnsi" w:cs="Arial"/>
          <w:bCs/>
          <w:color w:val="000000" w:themeColor="text1"/>
        </w:rPr>
        <w:t xml:space="preserve">DE </w:t>
      </w:r>
      <w:r w:rsidR="00F33F5C" w:rsidRPr="00AB2D2E">
        <w:rPr>
          <w:rFonts w:asciiTheme="minorHAnsi" w:hAnsiTheme="minorHAnsi" w:cs="Arial"/>
          <w:bCs/>
          <w:color w:val="000000" w:themeColor="text1"/>
        </w:rPr>
        <w:t>n°</w:t>
      </w:r>
      <w:r w:rsidR="00F33F5C" w:rsidRPr="00AB2D2E">
        <w:rPr>
          <w:rFonts w:asciiTheme="minorHAnsi" w:eastAsia="Arial Unicode MS" w:hAnsiTheme="minorHAnsi" w:cstheme="minorHAnsi"/>
          <w:bCs/>
          <w:color w:val="000000" w:themeColor="text1"/>
        </w:rPr>
        <w:t>2025 GCPN 4028</w:t>
      </w:r>
    </w:p>
    <w:p w14:paraId="19EEE474" w14:textId="77777777" w:rsidR="00982F2C" w:rsidRPr="00AB2D2E" w:rsidRDefault="00982F2C" w:rsidP="00982F2C">
      <w:pPr>
        <w:tabs>
          <w:tab w:val="right" w:leader="dot" w:pos="9639"/>
        </w:tabs>
        <w:ind w:left="567" w:right="289"/>
        <w:jc w:val="both"/>
        <w:rPr>
          <w:rFonts w:asciiTheme="minorHAnsi" w:hAnsiTheme="minorHAnsi" w:cs="Arial"/>
          <w:bCs/>
          <w:color w:val="000000" w:themeColor="text1"/>
        </w:rPr>
      </w:pPr>
    </w:p>
    <w:p w14:paraId="7CBF0629" w14:textId="77777777" w:rsidR="00982F2C" w:rsidRPr="00AB2D2E" w:rsidRDefault="00982F2C" w:rsidP="00982F2C">
      <w:pPr>
        <w:tabs>
          <w:tab w:val="right" w:leader="dot" w:pos="9639"/>
        </w:tabs>
        <w:ind w:left="567" w:right="289"/>
        <w:jc w:val="both"/>
        <w:rPr>
          <w:rFonts w:asciiTheme="minorHAnsi" w:hAnsiTheme="minorHAnsi" w:cs="Arial"/>
          <w:bCs/>
          <w:color w:val="000000" w:themeColor="text1"/>
        </w:rPr>
      </w:pPr>
      <w:r w:rsidRPr="00AB2D2E">
        <w:rPr>
          <w:rFonts w:asciiTheme="minorHAnsi" w:hAnsiTheme="minorHAnsi" w:cs="Arial"/>
          <w:bCs/>
          <w:color w:val="000000" w:themeColor="text1"/>
        </w:rPr>
        <w:t>et conformément à leurs clauses,</w:t>
      </w:r>
    </w:p>
    <w:p w14:paraId="475C52CC" w14:textId="77777777" w:rsidR="00982F2C" w:rsidRPr="00AB2D2E" w:rsidRDefault="00982F2C" w:rsidP="00982F2C">
      <w:pPr>
        <w:tabs>
          <w:tab w:val="right" w:leader="dot" w:pos="9639"/>
        </w:tabs>
        <w:ind w:left="567" w:right="289"/>
        <w:jc w:val="both"/>
        <w:rPr>
          <w:rFonts w:asciiTheme="minorHAnsi" w:hAnsiTheme="minorHAnsi" w:cs="Arial"/>
          <w:bCs/>
          <w:color w:val="000000" w:themeColor="text1"/>
        </w:rPr>
      </w:pPr>
    </w:p>
    <w:p w14:paraId="43C1922D" w14:textId="464EEC80" w:rsidR="00235E22" w:rsidRPr="00AB2D2E" w:rsidRDefault="00982F2C" w:rsidP="00982F2C">
      <w:pPr>
        <w:tabs>
          <w:tab w:val="right" w:leader="dot" w:pos="9639"/>
        </w:tabs>
        <w:ind w:left="567" w:right="289"/>
        <w:jc w:val="both"/>
        <w:rPr>
          <w:rFonts w:asciiTheme="minorHAnsi" w:hAnsiTheme="minorHAnsi" w:cs="Arial"/>
          <w:bCs/>
          <w:color w:val="000000" w:themeColor="text1"/>
        </w:rPr>
      </w:pPr>
      <w:r w:rsidRPr="00AB2D2E">
        <w:rPr>
          <w:rFonts w:asciiTheme="minorHAnsi" w:hAnsiTheme="minorHAnsi" w:cs="Arial"/>
          <w:bCs/>
          <w:color w:val="000000" w:themeColor="text1"/>
        </w:rPr>
        <w:t xml:space="preserve">M'ENGAGE, sans réserve, conformément aux conditions, clauses et prescriptions imposées par le présent marché </w:t>
      </w:r>
      <w:r w:rsidR="00F33F5C">
        <w:rPr>
          <w:rFonts w:asciiTheme="minorHAnsi" w:hAnsiTheme="minorHAnsi" w:cs="Arial"/>
          <w:bCs/>
          <w:color w:val="000000" w:themeColor="text1"/>
        </w:rPr>
        <w:t>n</w:t>
      </w:r>
      <w:r w:rsidRPr="00AB2D2E">
        <w:rPr>
          <w:rFonts w:asciiTheme="minorHAnsi" w:hAnsiTheme="minorHAnsi" w:cs="Arial"/>
          <w:bCs/>
          <w:color w:val="000000" w:themeColor="text1"/>
        </w:rPr>
        <w:t xml:space="preserve">° </w:t>
      </w:r>
      <w:r w:rsidR="00F33F5C" w:rsidRPr="00AB2D2E">
        <w:rPr>
          <w:rFonts w:asciiTheme="minorHAnsi" w:eastAsia="Arial Unicode MS" w:hAnsiTheme="minorHAnsi" w:cstheme="minorHAnsi"/>
          <w:bCs/>
          <w:color w:val="000000" w:themeColor="text1"/>
        </w:rPr>
        <w:t>2025 GCPN 4028</w:t>
      </w:r>
      <w:r w:rsidRPr="00AB2D2E">
        <w:rPr>
          <w:rFonts w:asciiTheme="minorHAnsi" w:hAnsiTheme="minorHAnsi" w:cs="Arial"/>
          <w:bCs/>
          <w:color w:val="000000" w:themeColor="text1"/>
        </w:rPr>
        <w:t xml:space="preserve">, à exécuter les prestations qui me concernent dans les conditions du marché et aux prix indiqués au bordereau des prix </w:t>
      </w:r>
      <w:r w:rsidR="00F33F5C">
        <w:rPr>
          <w:rFonts w:asciiTheme="minorHAnsi" w:hAnsiTheme="minorHAnsi" w:cs="Arial"/>
          <w:bCs/>
          <w:color w:val="000000" w:themeColor="text1"/>
        </w:rPr>
        <w:t>du lot n°</w:t>
      </w:r>
      <w:r w:rsidR="00121B2E">
        <w:rPr>
          <w:rFonts w:asciiTheme="minorHAnsi" w:hAnsiTheme="minorHAnsi" w:cs="Arial"/>
          <w:bCs/>
          <w:color w:val="000000" w:themeColor="text1"/>
        </w:rPr>
        <w:t>3</w:t>
      </w:r>
      <w:r w:rsidR="00F33F5C">
        <w:rPr>
          <w:rFonts w:asciiTheme="minorHAnsi" w:hAnsiTheme="minorHAnsi" w:cs="Arial"/>
          <w:bCs/>
          <w:color w:val="000000" w:themeColor="text1"/>
        </w:rPr>
        <w:t>.</w:t>
      </w:r>
    </w:p>
    <w:p w14:paraId="43C192DC" w14:textId="77777777" w:rsidR="00570324" w:rsidRPr="00B265CC" w:rsidRDefault="00570324" w:rsidP="00235E22">
      <w:pPr>
        <w:tabs>
          <w:tab w:val="left" w:pos="1200"/>
        </w:tabs>
        <w:spacing w:line="240" w:lineRule="exact"/>
        <w:ind w:right="289"/>
        <w:jc w:val="both"/>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25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9"/>
        <w:gridCol w:w="3739"/>
        <w:gridCol w:w="2302"/>
      </w:tblGrid>
      <w:tr w:rsidR="00235E22" w:rsidRPr="00B265CC" w14:paraId="43C192E5" w14:textId="77777777" w:rsidTr="00267E3A">
        <w:trPr>
          <w:cantSplit/>
          <w:trHeight w:val="674"/>
        </w:trPr>
        <w:tc>
          <w:tcPr>
            <w:tcW w:w="4209"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lastRenderedPageBreak/>
              <w:t xml:space="preserve">Désignation des membres </w:t>
            </w:r>
          </w:p>
          <w:p w14:paraId="43C192E2" w14:textId="77777777" w:rsidR="00235E22" w:rsidRPr="00B265CC" w:rsidRDefault="00235E22" w:rsidP="00B81B8A">
            <w:pPr>
              <w:jc w:val="center"/>
              <w:rPr>
                <w:rFonts w:asciiTheme="minorHAnsi" w:hAnsiTheme="minorHAnsi" w:cs="Arial"/>
              </w:rPr>
            </w:pPr>
            <w:r w:rsidRPr="00B265CC">
              <w:rPr>
                <w:rFonts w:asciiTheme="minorHAnsi" w:hAnsiTheme="minorHAnsi" w:cs="Arial"/>
                <w:b/>
              </w:rPr>
              <w:t>du groupement conjoint</w:t>
            </w:r>
          </w:p>
        </w:tc>
        <w:tc>
          <w:tcPr>
            <w:tcW w:w="6041"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r w:rsidRPr="00B265CC">
              <w:rPr>
                <w:rFonts w:asciiTheme="minorHAnsi" w:hAnsiTheme="minorHAnsi" w:cs="Arial"/>
                <w:b/>
                <w:color w:val="auto"/>
              </w:rPr>
              <w:t>du groupement conjoint</w:t>
            </w:r>
          </w:p>
        </w:tc>
      </w:tr>
      <w:tr w:rsidR="00235E22" w:rsidRPr="00B265CC" w14:paraId="43C192EA" w14:textId="77777777" w:rsidTr="00F33F5C">
        <w:trPr>
          <w:cantSplit/>
          <w:trHeight w:val="674"/>
        </w:trPr>
        <w:tc>
          <w:tcPr>
            <w:tcW w:w="4209"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739"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302"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r w:rsidRPr="00B265CC">
              <w:rPr>
                <w:rFonts w:asciiTheme="minorHAnsi" w:hAnsiTheme="minorHAnsi" w:cs="Arial"/>
              </w:rPr>
              <w:t>de la prestation</w:t>
            </w:r>
          </w:p>
        </w:tc>
      </w:tr>
      <w:tr w:rsidR="00235E22" w:rsidRPr="00B265CC" w14:paraId="43C192EE" w14:textId="77777777" w:rsidTr="00F33F5C">
        <w:trPr>
          <w:trHeight w:val="1215"/>
        </w:trPr>
        <w:tc>
          <w:tcPr>
            <w:tcW w:w="4209"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739"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302"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2" w14:textId="77777777" w:rsidTr="00F33F5C">
        <w:trPr>
          <w:trHeight w:val="1215"/>
        </w:trPr>
        <w:tc>
          <w:tcPr>
            <w:tcW w:w="4209" w:type="dxa"/>
            <w:tcBorders>
              <w:top w:val="nil"/>
              <w:bottom w:val="nil"/>
            </w:tcBorders>
          </w:tcPr>
          <w:p w14:paraId="43C192EF" w14:textId="77777777" w:rsidR="00235E22" w:rsidRPr="00B265CC" w:rsidRDefault="00235E22" w:rsidP="00B81B8A">
            <w:pPr>
              <w:jc w:val="both"/>
              <w:rPr>
                <w:rFonts w:asciiTheme="minorHAnsi" w:hAnsiTheme="minorHAnsi" w:cs="Arial"/>
              </w:rPr>
            </w:pPr>
          </w:p>
        </w:tc>
        <w:tc>
          <w:tcPr>
            <w:tcW w:w="3739" w:type="dxa"/>
            <w:tcBorders>
              <w:top w:val="nil"/>
              <w:bottom w:val="nil"/>
            </w:tcBorders>
          </w:tcPr>
          <w:p w14:paraId="43C192F0" w14:textId="77777777" w:rsidR="00235E22" w:rsidRPr="00B265CC" w:rsidRDefault="00235E22" w:rsidP="00B81B8A">
            <w:pPr>
              <w:jc w:val="both"/>
              <w:rPr>
                <w:rFonts w:asciiTheme="minorHAnsi" w:hAnsiTheme="minorHAnsi" w:cs="Arial"/>
              </w:rPr>
            </w:pPr>
          </w:p>
        </w:tc>
        <w:tc>
          <w:tcPr>
            <w:tcW w:w="2302" w:type="dxa"/>
            <w:tcBorders>
              <w:top w:val="nil"/>
              <w:bottom w:val="nil"/>
            </w:tcBorders>
          </w:tcPr>
          <w:p w14:paraId="43C192F1" w14:textId="77777777" w:rsidR="00235E22" w:rsidRPr="00B265CC" w:rsidRDefault="00235E22" w:rsidP="00B81B8A">
            <w:pPr>
              <w:jc w:val="both"/>
              <w:rPr>
                <w:rFonts w:asciiTheme="minorHAnsi" w:hAnsiTheme="minorHAnsi" w:cs="Arial"/>
              </w:rPr>
            </w:pPr>
          </w:p>
        </w:tc>
      </w:tr>
      <w:tr w:rsidR="00235E22" w:rsidRPr="00B265CC" w14:paraId="43C192FE" w14:textId="77777777" w:rsidTr="00F33F5C">
        <w:trPr>
          <w:trHeight w:val="1215"/>
        </w:trPr>
        <w:tc>
          <w:tcPr>
            <w:tcW w:w="4209" w:type="dxa"/>
            <w:tcBorders>
              <w:top w:val="nil"/>
            </w:tcBorders>
            <w:shd w:val="solid" w:color="CCFFFF" w:fill="auto"/>
          </w:tcPr>
          <w:p w14:paraId="43C192FB" w14:textId="77777777" w:rsidR="00235E22" w:rsidRPr="00B265CC" w:rsidRDefault="00235E22" w:rsidP="00B81B8A">
            <w:pPr>
              <w:jc w:val="both"/>
              <w:rPr>
                <w:rFonts w:asciiTheme="minorHAnsi" w:hAnsiTheme="minorHAnsi" w:cs="Arial"/>
              </w:rPr>
            </w:pPr>
          </w:p>
        </w:tc>
        <w:tc>
          <w:tcPr>
            <w:tcW w:w="3739" w:type="dxa"/>
            <w:tcBorders>
              <w:top w:val="nil"/>
            </w:tcBorders>
            <w:shd w:val="solid" w:color="CCFFFF" w:fill="auto"/>
          </w:tcPr>
          <w:p w14:paraId="43C192FC" w14:textId="77777777" w:rsidR="00235E22" w:rsidRPr="00B265CC" w:rsidRDefault="00235E22" w:rsidP="00B81B8A">
            <w:pPr>
              <w:jc w:val="both"/>
              <w:rPr>
                <w:rFonts w:asciiTheme="minorHAnsi" w:hAnsiTheme="minorHAnsi" w:cs="Arial"/>
              </w:rPr>
            </w:pPr>
          </w:p>
        </w:tc>
        <w:tc>
          <w:tcPr>
            <w:tcW w:w="2302" w:type="dxa"/>
            <w:tcBorders>
              <w:top w:val="nil"/>
            </w:tcBorders>
            <w:shd w:val="solid" w:color="CCFFFF" w:fill="auto"/>
          </w:tcPr>
          <w:p w14:paraId="43C192FD" w14:textId="77777777" w:rsidR="00235E22" w:rsidRPr="00B265CC" w:rsidRDefault="00235E22" w:rsidP="00B81B8A">
            <w:pPr>
              <w:jc w:val="both"/>
              <w:rPr>
                <w:rFonts w:asciiTheme="minorHAnsi" w:hAnsiTheme="minorHAnsi" w:cs="Arial"/>
              </w:rPr>
            </w:pPr>
          </w:p>
        </w:tc>
      </w:tr>
    </w:tbl>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j’envisage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F" w14:textId="77777777" w:rsidR="00235E22" w:rsidRPr="00B265CC" w:rsidRDefault="00235E22" w:rsidP="00570324">
      <w:pPr>
        <w:tabs>
          <w:tab w:val="left" w:pos="0"/>
          <w:tab w:val="left" w:pos="1200"/>
        </w:tabs>
        <w:spacing w:line="240" w:lineRule="exact"/>
        <w:ind w:right="289"/>
        <w:jc w:val="both"/>
        <w:rPr>
          <w:rFonts w:asciiTheme="minorHAnsi" w:hAnsiTheme="minorHAnsi" w:cs="Arial"/>
        </w:rPr>
      </w:pPr>
    </w:p>
    <w:p w14:paraId="43C19310"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1" w14:textId="2F484A5D" w:rsidR="00235E22" w:rsidRPr="00B265CC" w:rsidRDefault="00235E22" w:rsidP="00570324">
      <w:pPr>
        <w:pStyle w:val="Titre1"/>
        <w:rPr>
          <w:rFonts w:asciiTheme="minorHAnsi" w:hAnsiTheme="minorHAnsi"/>
        </w:rPr>
      </w:pPr>
      <w:r w:rsidRPr="00B265CC">
        <w:rPr>
          <w:rFonts w:asciiTheme="minorHAnsi" w:hAnsiTheme="minorHAnsi"/>
        </w:rPr>
        <w:t xml:space="preserve">ARTICLE </w:t>
      </w:r>
      <w:r w:rsidR="00267E3A">
        <w:rPr>
          <w:rFonts w:asciiTheme="minorHAnsi" w:hAnsiTheme="minorHAnsi"/>
        </w:rPr>
        <w:t>4</w:t>
      </w:r>
      <w:r w:rsidRPr="00B265CC">
        <w:rPr>
          <w:rFonts w:asciiTheme="minorHAnsi" w:hAnsiTheme="minorHAnsi"/>
        </w:rPr>
        <w:t xml:space="preserve"> - DUREE</w:t>
      </w:r>
    </w:p>
    <w:p w14:paraId="43C19312" w14:textId="77777777" w:rsidR="00235E22" w:rsidRPr="00B265CC" w:rsidRDefault="00235E22" w:rsidP="002301A2">
      <w:pPr>
        <w:ind w:right="289"/>
        <w:rPr>
          <w:rFonts w:asciiTheme="minorHAnsi" w:hAnsiTheme="minorHAnsi" w:cs="Arial"/>
        </w:rPr>
      </w:pPr>
    </w:p>
    <w:p w14:paraId="43C19313" w14:textId="18084DF2" w:rsidR="00235E22" w:rsidRPr="00B265CC" w:rsidRDefault="00235E22" w:rsidP="00570324">
      <w:pPr>
        <w:spacing w:line="240" w:lineRule="exact"/>
        <w:ind w:right="289"/>
        <w:jc w:val="both"/>
        <w:rPr>
          <w:rFonts w:asciiTheme="minorHAnsi" w:hAnsiTheme="minorHAnsi" w:cs="Arial"/>
          <w:b/>
          <w:color w:val="0000FF"/>
        </w:rPr>
      </w:pPr>
      <w:r w:rsidRPr="00B265CC">
        <w:rPr>
          <w:rFonts w:asciiTheme="minorHAnsi" w:hAnsiTheme="minorHAnsi" w:cs="Arial"/>
        </w:rPr>
        <w:t xml:space="preserve">La durée maximum du marché est fixée </w:t>
      </w:r>
      <w:r w:rsidR="005A6C77" w:rsidRPr="00B265CC">
        <w:rPr>
          <w:rFonts w:asciiTheme="minorHAnsi" w:hAnsiTheme="minorHAnsi" w:cs="Arial"/>
        </w:rPr>
        <w:t>au</w:t>
      </w:r>
      <w:r w:rsidRPr="00F33F5C">
        <w:rPr>
          <w:rFonts w:asciiTheme="minorHAnsi" w:hAnsiTheme="minorHAnsi" w:cs="Arial"/>
        </w:rPr>
        <w:t xml:space="preserve"> CCP</w:t>
      </w:r>
      <w:r w:rsidR="00F33F5C" w:rsidRPr="00F33F5C">
        <w:rPr>
          <w:rFonts w:asciiTheme="minorHAnsi" w:hAnsiTheme="minorHAnsi" w:cs="Arial"/>
        </w:rPr>
        <w:t>a</w:t>
      </w:r>
      <w:r w:rsidRPr="00F33F5C">
        <w:rPr>
          <w:rFonts w:asciiTheme="minorHAnsi" w:hAnsiTheme="minorHAnsi" w:cs="Arial"/>
        </w:rPr>
        <w:t>.</w:t>
      </w:r>
    </w:p>
    <w:p w14:paraId="43C19314" w14:textId="77777777" w:rsidR="00235E22" w:rsidRPr="00B265CC" w:rsidRDefault="00235E22" w:rsidP="00570324">
      <w:pPr>
        <w:rPr>
          <w:rFonts w:asciiTheme="minorHAnsi" w:hAnsiTheme="minorHAnsi" w:cs="Arial"/>
        </w:rPr>
      </w:pPr>
    </w:p>
    <w:p w14:paraId="43C19315" w14:textId="77777777" w:rsidR="00235E22" w:rsidRPr="00B265CC" w:rsidRDefault="00235E22" w:rsidP="002301A2">
      <w:pPr>
        <w:tabs>
          <w:tab w:val="left" w:pos="1200"/>
        </w:tabs>
        <w:spacing w:line="240" w:lineRule="exact"/>
        <w:ind w:right="289"/>
        <w:jc w:val="both"/>
        <w:rPr>
          <w:rFonts w:asciiTheme="minorHAnsi" w:hAnsiTheme="minorHAnsi" w:cs="Arial"/>
        </w:rPr>
      </w:pPr>
    </w:p>
    <w:p w14:paraId="08589E69" w14:textId="22BDC36D" w:rsidR="00C4127C" w:rsidRDefault="002772DE" w:rsidP="002772DE">
      <w:pPr>
        <w:pStyle w:val="Titre1"/>
        <w:rPr>
          <w:rFonts w:asciiTheme="minorHAnsi" w:hAnsiTheme="minorHAnsi"/>
        </w:rPr>
      </w:pPr>
      <w:r w:rsidRPr="00B265CC">
        <w:rPr>
          <w:rFonts w:asciiTheme="minorHAnsi" w:hAnsiTheme="minorHAnsi"/>
        </w:rPr>
        <w:t xml:space="preserve">ARTICLE </w:t>
      </w:r>
      <w:r w:rsidR="00267E3A">
        <w:rPr>
          <w:rFonts w:asciiTheme="minorHAnsi" w:hAnsiTheme="minorHAnsi"/>
        </w:rPr>
        <w:t>5</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1686F200" w14:textId="77777777" w:rsidR="00267E3A" w:rsidRPr="00267E3A" w:rsidRDefault="00267E3A" w:rsidP="00267E3A">
      <w:pPr>
        <w:rPr>
          <w:lang w:eastAsia="fr-FR"/>
        </w:rPr>
      </w:pPr>
    </w:p>
    <w:p w14:paraId="13546232" w14:textId="754932E0"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24243F5B"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en ligne mise à disposition, gratuitement, à l’adresse suivante : </w:t>
      </w:r>
      <w:hyperlink r:id="rId12" w:history="1">
        <w:r w:rsidRPr="00B265CC">
          <w:rPr>
            <w:rStyle w:val="Lienhypertexte"/>
            <w:rFonts w:asciiTheme="minorHAnsi" w:hAnsiTheme="minorHAnsi" w:cs="Arial"/>
          </w:rPr>
          <w:t>https://www.e-attestations.com</w:t>
        </w:r>
      </w:hyperlink>
      <w:r w:rsidR="00227884" w:rsidRPr="00B265CC">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53C509D6" w:rsidR="00227884" w:rsidRPr="00B265CC"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w:t>
      </w:r>
      <w:r w:rsidR="00A40EB6" w:rsidRPr="00B265CC">
        <w:rPr>
          <w:rFonts w:asciiTheme="minorHAnsi" w:hAnsiTheme="minorHAnsi" w:cs="Arial"/>
        </w:rPr>
        <w:t xml:space="preserve">, indique une adresse mail </w:t>
      </w:r>
      <w:r w:rsidRPr="00B265CC">
        <w:rPr>
          <w:rFonts w:asciiTheme="minorHAnsi" w:hAnsiTheme="minorHAnsi" w:cs="Arial"/>
        </w:rPr>
        <w:t>:</w:t>
      </w:r>
    </w:p>
    <w:p w14:paraId="6FA71E48" w14:textId="77777777" w:rsidR="00227884" w:rsidRPr="00B265CC" w:rsidRDefault="00227884" w:rsidP="00C4127C">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98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Pr="00B265CC" w:rsidRDefault="00227884" w:rsidP="00C4127C">
      <w:pPr>
        <w:autoSpaceDE w:val="0"/>
        <w:autoSpaceDN w:val="0"/>
        <w:adjustRightInd w:val="0"/>
        <w:jc w:val="both"/>
        <w:rPr>
          <w:rFonts w:asciiTheme="minorHAnsi" w:hAnsiTheme="minorHAnsi" w:cs="Arial"/>
        </w:rPr>
      </w:pPr>
    </w:p>
    <w:p w14:paraId="05B4AD12" w14:textId="2B0EEA15" w:rsidR="002772DE" w:rsidRPr="00B265CC"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lastRenderedPageBreak/>
        <w:t xml:space="preserve">A défaut, le marché pourra être résilié aux torts du titulaire. Ainsi </w:t>
      </w:r>
      <w:r w:rsidR="00227884" w:rsidRPr="00B265CC">
        <w:rPr>
          <w:rFonts w:asciiTheme="minorHAnsi" w:hAnsiTheme="minorHAnsi" w:cs="Arial"/>
        </w:rPr>
        <w:t>la CCI</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4EBC5B7F" w14:textId="77777777" w:rsidR="00227884" w:rsidRPr="00B265CC" w:rsidRDefault="00227884" w:rsidP="00227884">
      <w:pPr>
        <w:autoSpaceDE w:val="0"/>
        <w:autoSpaceDN w:val="0"/>
        <w:adjustRightInd w:val="0"/>
        <w:jc w:val="both"/>
        <w:rPr>
          <w:rFonts w:asciiTheme="minorHAnsi" w:hAnsiTheme="minorHAnsi" w:cs="Arial"/>
        </w:rPr>
      </w:pPr>
    </w:p>
    <w:p w14:paraId="43C19321" w14:textId="77777777" w:rsidR="00235E22" w:rsidRPr="00B265CC" w:rsidRDefault="00235E22" w:rsidP="00235E22">
      <w:pPr>
        <w:rPr>
          <w:rFonts w:asciiTheme="minorHAnsi" w:hAnsiTheme="minorHAnsi" w:cs="Arial"/>
        </w:rPr>
      </w:pPr>
    </w:p>
    <w:p w14:paraId="43C19322" w14:textId="25E07149" w:rsidR="00235E22" w:rsidRPr="00B265CC" w:rsidRDefault="00536C10" w:rsidP="00570324">
      <w:pPr>
        <w:pStyle w:val="Titre1"/>
        <w:rPr>
          <w:rFonts w:asciiTheme="minorHAnsi" w:hAnsiTheme="minorHAnsi"/>
        </w:rPr>
      </w:pPr>
      <w:r>
        <w:rPr>
          <w:rFonts w:asciiTheme="minorHAnsi" w:hAnsiTheme="minorHAnsi"/>
        </w:rPr>
        <w:t xml:space="preserve">ARTICLE </w:t>
      </w:r>
      <w:r w:rsidR="00267E3A">
        <w:rPr>
          <w:rFonts w:asciiTheme="minorHAnsi" w:hAnsiTheme="minorHAnsi"/>
        </w:rPr>
        <w:t>6</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77777777" w:rsidR="00235E22" w:rsidRPr="00B265CC" w:rsidRDefault="00235E22" w:rsidP="00570324">
      <w:pPr>
        <w:tabs>
          <w:tab w:val="left" w:pos="1701"/>
        </w:tabs>
        <w:ind w:right="289"/>
        <w:jc w:val="both"/>
        <w:rPr>
          <w:rFonts w:asciiTheme="minorHAnsi" w:hAnsiTheme="minorHAnsi" w:cs="Arial"/>
          <w:b/>
        </w:rPr>
      </w:pPr>
      <w:r w:rsidRPr="00B265CC">
        <w:rPr>
          <w:rFonts w:asciiTheme="minorHAnsi" w:hAnsiTheme="minorHAnsi" w:cs="Arial"/>
          <w:b/>
        </w:rPr>
        <w:t>La CCINSN et les entités se libèreront 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au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r w:rsidRPr="00B265CC">
        <w:rPr>
          <w:rFonts w:asciiTheme="minorHAnsi" w:hAnsiTheme="minorHAnsi" w:cs="Arial"/>
          <w:sz w:val="22"/>
          <w:szCs w:val="22"/>
        </w:rPr>
        <w:t>à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43C19330" w14:textId="77777777" w:rsidR="009B6303" w:rsidRPr="00B265CC" w:rsidRDefault="009B6303" w:rsidP="00570324">
      <w:pPr>
        <w:spacing w:after="240" w:line="240" w:lineRule="exact"/>
        <w:ind w:right="289"/>
        <w:jc w:val="both"/>
        <w:rPr>
          <w:rFonts w:asciiTheme="minorHAnsi" w:hAnsiTheme="minorHAnsi" w:cs="Arial"/>
          <w:b/>
        </w:rPr>
      </w:pPr>
    </w:p>
    <w:p w14:paraId="43C19332" w14:textId="77777777" w:rsidR="00235E22" w:rsidRPr="00B265CC" w:rsidRDefault="00235E22" w:rsidP="00570324">
      <w:pPr>
        <w:tabs>
          <w:tab w:val="left" w:pos="1200"/>
        </w:tabs>
        <w:spacing w:after="240" w:line="240" w:lineRule="exact"/>
        <w:ind w:right="289"/>
        <w:rPr>
          <w:rFonts w:asciiTheme="minorHAnsi" w:hAnsiTheme="minorHAnsi" w:cs="Arial"/>
        </w:rPr>
      </w:pPr>
      <w:r w:rsidRPr="00B265CC">
        <w:rPr>
          <w:rFonts w:asciiTheme="minorHAnsi" w:hAnsiTheme="minorHAnsi" w:cs="Arial"/>
        </w:rPr>
        <w:t xml:space="preserve">fait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r w:rsidRPr="00B265CC">
        <w:rPr>
          <w:rFonts w:asciiTheme="minorHAnsi" w:hAnsiTheme="minorHAnsi" w:cs="Arial"/>
        </w:rPr>
        <w:t xml:space="preserve">à </w:t>
      </w:r>
      <w:r w:rsidRPr="00B265CC">
        <w:rPr>
          <w:rFonts w:asciiTheme="minorHAnsi" w:hAnsiTheme="minorHAnsi" w:cs="Arial"/>
        </w:rPr>
        <w:tab/>
        <w:t>_______________________  le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r w:rsidRPr="00B265CC">
        <w:rPr>
          <w:rFonts w:asciiTheme="minorHAnsi" w:hAnsiTheme="minorHAnsi" w:cs="Arial"/>
          <w:i/>
        </w:rPr>
        <w:t xml:space="preserve">signature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36EE3DCC" w:rsidR="00235E22" w:rsidRPr="00B265CC" w:rsidRDefault="00235E22" w:rsidP="00D72502">
      <w:pPr>
        <w:pStyle w:val="Titre1"/>
        <w:rPr>
          <w:rFonts w:asciiTheme="minorHAnsi" w:hAnsiTheme="minorHAnsi"/>
        </w:rPr>
      </w:pPr>
      <w:r w:rsidRPr="00B265CC">
        <w:rPr>
          <w:rFonts w:asciiTheme="minorHAnsi" w:hAnsiTheme="minorHAnsi"/>
        </w:rPr>
        <w:t xml:space="preserve">ARTICLE </w:t>
      </w:r>
      <w:r w:rsidR="00267E3A">
        <w:rPr>
          <w:rFonts w:asciiTheme="minorHAnsi" w:hAnsiTheme="minorHAnsi"/>
        </w:rPr>
        <w:t>7</w:t>
      </w:r>
      <w:r w:rsidRPr="00B265CC">
        <w:rPr>
          <w:rFonts w:asciiTheme="minorHAnsi" w:hAnsiTheme="minorHAnsi"/>
        </w:rPr>
        <w:t xml:space="preserve"> : ACCEPTATION DE L’OFFRE</w:t>
      </w:r>
    </w:p>
    <w:p w14:paraId="43C19337" w14:textId="77777777" w:rsidR="00235E22" w:rsidRPr="00B265CC" w:rsidRDefault="00235E22" w:rsidP="00235E22">
      <w:pPr>
        <w:tabs>
          <w:tab w:val="left" w:pos="3828"/>
        </w:tabs>
        <w:jc w:val="center"/>
        <w:rPr>
          <w:rFonts w:asciiTheme="minorHAnsi" w:hAnsiTheme="minorHAnsi" w:cs="Arial"/>
        </w:rPr>
      </w:pP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A" w14:textId="77777777" w:rsidR="007B01FB" w:rsidRPr="00B265CC" w:rsidRDefault="007B01FB" w:rsidP="007B01FB">
      <w:pPr>
        <w:rPr>
          <w:rFonts w:asciiTheme="minorHAnsi" w:hAnsiTheme="minorHAnsi"/>
          <w:b/>
        </w:rPr>
      </w:pP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lastRenderedPageBreak/>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Pr="00B265CC">
        <w:rPr>
          <w:rFonts w:asciiTheme="minorHAnsi" w:hAnsiTheme="minorHAnsi" w:cs="Arial"/>
        </w:rPr>
      </w:r>
      <w:r w:rsidRPr="00B265C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2" w14:textId="77777777" w:rsidR="007B01FB" w:rsidRPr="00B265CC" w:rsidRDefault="007B01FB" w:rsidP="00235E22">
      <w:pPr>
        <w:tabs>
          <w:tab w:val="left" w:pos="3828"/>
        </w:tabs>
        <w:jc w:val="center"/>
        <w:rPr>
          <w:rFonts w:asciiTheme="minorHAnsi" w:hAnsiTheme="minorHAnsi" w:cs="Arial"/>
        </w:rPr>
      </w:pPr>
    </w:p>
    <w:p w14:paraId="43C19343" w14:textId="77777777" w:rsidR="007B01FB" w:rsidRPr="00B265CC" w:rsidRDefault="007B01FB" w:rsidP="00235E22">
      <w:pPr>
        <w:tabs>
          <w:tab w:val="left" w:pos="3828"/>
        </w:tabs>
        <w:jc w:val="center"/>
        <w:rPr>
          <w:rFonts w:asciiTheme="minorHAnsi" w:hAnsiTheme="minorHAnsi" w:cs="Arial"/>
        </w:rPr>
      </w:pPr>
    </w:p>
    <w:p w14:paraId="43C19344"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1C538427" w14:textId="20DDA506" w:rsidR="008E55CF" w:rsidRPr="00B265CC" w:rsidRDefault="00DA2C08" w:rsidP="005A6C77">
      <w:pPr>
        <w:tabs>
          <w:tab w:val="left" w:pos="3686"/>
          <w:tab w:val="center" w:pos="4536"/>
        </w:tabs>
        <w:ind w:left="567" w:right="844"/>
        <w:jc w:val="center"/>
        <w:rPr>
          <w:rFonts w:asciiTheme="minorHAnsi" w:hAnsiTheme="minorHAnsi" w:cs="Arial"/>
          <w:b/>
          <w:bCs/>
          <w:iCs/>
        </w:rPr>
      </w:pPr>
      <w:r w:rsidRPr="00B265CC">
        <w:rPr>
          <w:rFonts w:asciiTheme="minorHAnsi" w:hAnsiTheme="minorHAnsi" w:cs="Arial"/>
          <w:b/>
          <w:bCs/>
          <w:iCs/>
        </w:rPr>
        <w:t>Yann TRICHARD</w:t>
      </w:r>
    </w:p>
    <w:p w14:paraId="43C1934B" w14:textId="77777777"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Président de la Chambre de Commerce et d’Industrie Nantes St-Nazaire</w:t>
      </w:r>
    </w:p>
    <w:p w14:paraId="43C1934C" w14:textId="77777777"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Et pour le compte des entités partenaires</w:t>
      </w:r>
    </w:p>
    <w:p w14:paraId="43C1934D" w14:textId="40EC8F08"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Coord</w:t>
      </w:r>
      <w:r w:rsidR="009718A2">
        <w:rPr>
          <w:rFonts w:asciiTheme="minorHAnsi" w:hAnsiTheme="minorHAnsi" w:cs="Arial"/>
          <w:bCs/>
          <w:iCs/>
        </w:rPr>
        <w:t>on</w:t>
      </w:r>
      <w:r w:rsidRPr="00B265CC">
        <w:rPr>
          <w:rFonts w:asciiTheme="minorHAnsi" w:hAnsiTheme="minorHAnsi" w:cs="Arial"/>
          <w:bCs/>
          <w:iCs/>
        </w:rPr>
        <w:t>nateur du groupement de commande</w:t>
      </w:r>
    </w:p>
    <w:p w14:paraId="43C19391" w14:textId="6B0600BA" w:rsidR="00235E22" w:rsidRPr="00B265CC" w:rsidRDefault="00235E22" w:rsidP="00E10998">
      <w:pPr>
        <w:tabs>
          <w:tab w:val="left" w:pos="1200"/>
          <w:tab w:val="left" w:pos="5400"/>
        </w:tabs>
        <w:spacing w:line="240" w:lineRule="exact"/>
        <w:ind w:right="289"/>
        <w:rPr>
          <w:rFonts w:asciiTheme="minorHAnsi" w:hAnsiTheme="minorHAnsi" w:cs="Arial"/>
        </w:rPr>
      </w:pPr>
    </w:p>
    <w:sectPr w:rsidR="00235E22" w:rsidRPr="00B265CC" w:rsidSect="003460BE">
      <w:headerReference w:type="default" r:id="rId13"/>
      <w:footerReference w:type="even" r:id="rId14"/>
      <w:footerReference w:type="default" r:id="rId15"/>
      <w:headerReference w:type="first" r:id="rId16"/>
      <w:footerReference w:type="first" r:id="rId17"/>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4FE08" w14:textId="77777777" w:rsidR="0088009F" w:rsidRDefault="0088009F">
      <w:r>
        <w:separator/>
      </w:r>
    </w:p>
  </w:endnote>
  <w:endnote w:type="continuationSeparator" w:id="0">
    <w:p w14:paraId="3D184450" w14:textId="77777777" w:rsidR="0088009F" w:rsidRDefault="0088009F">
      <w:r>
        <w:continuationSeparator/>
      </w:r>
    </w:p>
  </w:endnote>
  <w:endnote w:type="continuationNotice" w:id="1">
    <w:p w14:paraId="42B320A6" w14:textId="77777777" w:rsidR="0088009F" w:rsidRDefault="008800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Fira Sans Light">
    <w:panose1 w:val="020B0403050000020004"/>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C" w14:textId="3372A59C" w:rsidR="00FF4FBB" w:rsidRDefault="00267E3A">
    <w:pPr>
      <w:pStyle w:val="Pieddepage"/>
    </w:pPr>
    <w:r w:rsidRPr="000D7547">
      <w:rPr>
        <w:noProof/>
        <w:sz w:val="16"/>
        <w:szCs w:val="16"/>
      </w:rPr>
      <mc:AlternateContent>
        <mc:Choice Requires="wps">
          <w:drawing>
            <wp:anchor distT="0" distB="0" distL="114300" distR="114300" simplePos="0" relativeHeight="251658244" behindDoc="0" locked="0" layoutInCell="1" allowOverlap="1" wp14:anchorId="50482298" wp14:editId="7A6401A6">
              <wp:simplePos x="0" y="0"/>
              <wp:positionH relativeFrom="page">
                <wp:posOffset>1224280</wp:posOffset>
              </wp:positionH>
              <wp:positionV relativeFrom="paragraph">
                <wp:posOffset>0</wp:posOffset>
              </wp:positionV>
              <wp:extent cx="4966970" cy="563526"/>
              <wp:effectExtent l="0" t="0" r="5080" b="8255"/>
              <wp:wrapNone/>
              <wp:docPr id="73" name="Zone de texte 73"/>
              <wp:cNvGraphicFramePr/>
              <a:graphic xmlns:a="http://schemas.openxmlformats.org/drawingml/2006/main">
                <a:graphicData uri="http://schemas.microsoft.com/office/word/2010/wordprocessingShape">
                  <wps:wsp>
                    <wps:cNvSpPr txBox="1"/>
                    <wps:spPr>
                      <a:xfrm>
                        <a:off x="0" y="0"/>
                        <a:ext cx="4966970" cy="5635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68C50DC" w14:textId="77777777" w:rsidR="00267E3A" w:rsidRDefault="00267E3A" w:rsidP="00267E3A">
                          <w:pPr>
                            <w:rPr>
                              <w:rFonts w:ascii="Fira Sans Light" w:hAnsi="Fira Sans Light"/>
                              <w:b/>
                              <w:bCs/>
                              <w:color w:val="0058A5"/>
                              <w:sz w:val="14"/>
                            </w:rPr>
                          </w:pPr>
                          <w:r>
                            <w:rPr>
                              <w:rFonts w:ascii="Fira Sans Light" w:hAnsi="Fira Sans Light"/>
                              <w:b/>
                              <w:bCs/>
                              <w:color w:val="0058A5"/>
                              <w:sz w:val="14"/>
                            </w:rPr>
                            <w:t>CCI Nantes St-Nazaire</w:t>
                          </w:r>
                        </w:p>
                        <w:p w14:paraId="00070BB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p w14:paraId="29597F2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l’Entreprise – 6 Esplanade Anna Marly – 44600 Saint-Nazaire</w:t>
                          </w:r>
                        </w:p>
                        <w:p w14:paraId="6970489F" w14:textId="77777777" w:rsidR="00267E3A" w:rsidRDefault="00267E3A" w:rsidP="00267E3A">
                          <w:pPr>
                            <w:rPr>
                              <w:rFonts w:ascii="Fira Sans Light" w:hAnsi="Fira Sans Light"/>
                              <w:color w:val="0058A5"/>
                              <w:sz w:val="14"/>
                            </w:rPr>
                          </w:pPr>
                          <w:r>
                            <w:rPr>
                              <w:rFonts w:ascii="Fira Sans Light" w:hAnsi="Fira Sans Light"/>
                              <w:color w:val="0058A5"/>
                              <w:sz w:val="14"/>
                            </w:rPr>
                            <w:t>T. 02 40 44 6000 – Ets public – N° SIREN 130 008 105 – APE 9411Z – nantesstnazaire.cci.fr</w:t>
                          </w:r>
                        </w:p>
                        <w:p w14:paraId="139EE57D" w14:textId="77777777" w:rsidR="00267E3A" w:rsidRPr="00D57060" w:rsidRDefault="00267E3A" w:rsidP="00267E3A">
                          <w:pPr>
                            <w:rPr>
                              <w:rFonts w:ascii="Fira Sans Light" w:hAnsi="Fira Sans Light"/>
                              <w:color w:val="0058A5"/>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482298" id="_x0000_t202" coordsize="21600,21600" o:spt="202" path="m,l,21600r21600,l21600,xe">
              <v:stroke joinstyle="miter"/>
              <v:path gradientshapeok="t" o:connecttype="rect"/>
            </v:shapetype>
            <v:shape id="Zone de texte 73" o:spid="_x0000_s1028" type="#_x0000_t202" style="position:absolute;margin-left:96.4pt;margin-top:0;width:391.1pt;height:44.3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" fillcolor="white [3201]" stroked="f" strokeweight=".5pt">
              <v:textbox>
                <w:txbxContent>
                  <w:p w14:paraId="768C50DC" w14:textId="77777777" w:rsidR="00267E3A" w:rsidRDefault="00267E3A" w:rsidP="00267E3A">
                    <w:pPr>
                      <w:rPr>
                        <w:rFonts w:ascii="Fira Sans Light" w:hAnsi="Fira Sans Light"/>
                        <w:b/>
                        <w:bCs/>
                        <w:color w:val="0058A5"/>
                        <w:sz w:val="14"/>
                      </w:rPr>
                    </w:pPr>
                    <w:r>
                      <w:rPr>
                        <w:rFonts w:ascii="Fira Sans Light" w:hAnsi="Fira Sans Light"/>
                        <w:b/>
                        <w:bCs/>
                        <w:color w:val="0058A5"/>
                        <w:sz w:val="14"/>
                      </w:rPr>
                      <w:t>CCI Nantes St-Nazaire</w:t>
                    </w:r>
                  </w:p>
                  <w:p w14:paraId="00070BB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l’Entrepreneuriat et des Transitions – 1 rue Françoise Sagan – CS 60186 – 44802 Saint-Herblain Cedex</w:t>
                    </w:r>
                  </w:p>
                  <w:p w14:paraId="29597F2A" w14:textId="77777777" w:rsidR="00267E3A" w:rsidRDefault="00267E3A" w:rsidP="00267E3A">
                    <w:pPr>
                      <w:rPr>
                        <w:rFonts w:ascii="Fira Sans Light" w:hAnsi="Fira Sans Light"/>
                        <w:color w:val="0058A5"/>
                        <w:sz w:val="14"/>
                      </w:rPr>
                    </w:pPr>
                    <w:r>
                      <w:rPr>
                        <w:rFonts w:ascii="Fira Sans Light" w:hAnsi="Fira Sans Light"/>
                        <w:color w:val="0058A5"/>
                        <w:sz w:val="14"/>
                      </w:rPr>
                      <w:t>Maison de l’Entreprise – 6 Esplanade Anna Marly – 44600 Saint-Nazaire</w:t>
                    </w:r>
                  </w:p>
                  <w:p w14:paraId="6970489F" w14:textId="77777777" w:rsidR="00267E3A" w:rsidRDefault="00267E3A" w:rsidP="00267E3A">
                    <w:pPr>
                      <w:rPr>
                        <w:rFonts w:ascii="Fira Sans Light" w:hAnsi="Fira Sans Light"/>
                        <w:color w:val="0058A5"/>
                        <w:sz w:val="14"/>
                      </w:rPr>
                    </w:pPr>
                    <w:r>
                      <w:rPr>
                        <w:rFonts w:ascii="Fira Sans Light" w:hAnsi="Fira Sans Light"/>
                        <w:color w:val="0058A5"/>
                        <w:sz w:val="14"/>
                      </w:rPr>
                      <w:t>T. 02 40 44 6000 – Ets public – N° SIREN 130 008 105 – APE 9411Z – nantesstnazaire.cci.fr</w:t>
                    </w:r>
                  </w:p>
                  <w:p w14:paraId="139EE57D" w14:textId="77777777" w:rsidR="00267E3A" w:rsidRPr="00D57060" w:rsidRDefault="00267E3A" w:rsidP="00267E3A">
                    <w:pPr>
                      <w:rPr>
                        <w:rFonts w:ascii="Fira Sans Light" w:hAnsi="Fira Sans Light"/>
                        <w:color w:val="0058A5"/>
                        <w:sz w:val="14"/>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BC4E0" w14:textId="77777777" w:rsidR="0088009F" w:rsidRDefault="0088009F">
      <w:r>
        <w:separator/>
      </w:r>
    </w:p>
  </w:footnote>
  <w:footnote w:type="continuationSeparator" w:id="0">
    <w:p w14:paraId="17765531" w14:textId="77777777" w:rsidR="0088009F" w:rsidRDefault="0088009F">
      <w:r>
        <w:continuationSeparator/>
      </w:r>
    </w:p>
  </w:footnote>
  <w:footnote w:type="continuationNotice" w:id="1">
    <w:p w14:paraId="227DF56E" w14:textId="77777777" w:rsidR="0088009F" w:rsidRDefault="008800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6" w14:textId="77777777" w:rsidR="00FF4FBB" w:rsidRDefault="00FF4FBB">
    <w:pPr>
      <w:pStyle w:val="En-tte"/>
    </w:pPr>
    <w:r>
      <w:rPr>
        <w:noProof/>
        <w:lang w:eastAsia="fr-FR"/>
      </w:rPr>
      <mc:AlternateContent>
        <mc:Choice Requires="wps">
          <w:drawing>
            <wp:anchor distT="0" distB="0" distL="114300" distR="114300" simplePos="0" relativeHeight="25165824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BEB357" id="Rectangle 11" o:spid="_x0000_s1026" style="position:absolute;margin-left:0;margin-top:0;width:28.35pt;height:28.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93AB" w14:textId="58BB583C" w:rsidR="00FF4FBB" w:rsidRDefault="001A2F36">
    <w:pPr>
      <w:pStyle w:val="En-tte"/>
    </w:pPr>
    <w:r>
      <w:rPr>
        <w:noProof/>
        <w:lang w:eastAsia="fr-FR"/>
      </w:rPr>
      <w:drawing>
        <wp:anchor distT="0" distB="0" distL="114300" distR="114300" simplePos="0" relativeHeight="251658243" behindDoc="1" locked="0" layoutInCell="1" allowOverlap="1" wp14:anchorId="2634DF26" wp14:editId="668835BA">
          <wp:simplePos x="0" y="0"/>
          <wp:positionH relativeFrom="column">
            <wp:posOffset>-1072566</wp:posOffset>
          </wp:positionH>
          <wp:positionV relativeFrom="paragraph">
            <wp:posOffset>-275463</wp:posOffset>
          </wp:positionV>
          <wp:extent cx="3253105" cy="1092200"/>
          <wp:effectExtent l="0" t="0" r="4445" b="0"/>
          <wp:wrapNone/>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INST-1l_et_2lignes-TXT-BC_TXT-BU_CMJN_TXT1ligne BLanc FOND BLeu copi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53105" cy="1092200"/>
                  </a:xfrm>
                  <a:prstGeom prst="rect">
                    <a:avLst/>
                  </a:prstGeom>
                </pic:spPr>
              </pic:pic>
            </a:graphicData>
          </a:graphic>
          <wp14:sizeRelH relativeFrom="page">
            <wp14:pctWidth>0</wp14:pctWidth>
          </wp14:sizeRelH>
          <wp14:sizeRelV relativeFrom="page">
            <wp14:pctHeight>0</wp14:pctHeight>
          </wp14:sizeRelV>
        </wp:anchor>
      </w:drawing>
    </w:r>
    <w:r w:rsidR="00FF4FBB">
      <w:rPr>
        <w:noProof/>
        <w:lang w:eastAsia="fr-FR"/>
      </w:rPr>
      <mc:AlternateContent>
        <mc:Choice Requires="wps">
          <w:drawing>
            <wp:anchor distT="0" distB="0" distL="114300" distR="114300" simplePos="0" relativeHeight="251658242" behindDoc="0" locked="0" layoutInCell="1" allowOverlap="1" wp14:anchorId="43C193B1" wp14:editId="68A68EA6">
              <wp:simplePos x="0" y="0"/>
              <wp:positionH relativeFrom="column">
                <wp:posOffset>-1224280</wp:posOffset>
              </wp:positionH>
              <wp:positionV relativeFrom="paragraph">
                <wp:posOffset>1080770</wp:posOffset>
              </wp:positionV>
              <wp:extent cx="7560000" cy="5715"/>
              <wp:effectExtent l="0" t="0" r="22225" b="32385"/>
              <wp:wrapNone/>
              <wp:docPr id="2" name="Connecteur droit avec flèch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F165EB" id="_x0000_t32" coordsize="21600,21600" o:spt="32" o:oned="t" path="m,l21600,21600e" filled="f">
              <v:path arrowok="t" fillok="f" o:connecttype="none"/>
              <o:lock v:ext="edit" shapetype="t"/>
            </v:shapetype>
            <v:shape id="Connecteur droit avec flèche 2" o:spid="_x0000_s1026" type="#_x0000_t32" style="position:absolute;margin-left:-96.4pt;margin-top:85.1pt;width:595.3pt;height:.45pt;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58241"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B6282" id="Rectangle 4" o:spid="_x0000_s1026" style="position:absolute;margin-left:0;margin-top:0;width:28.35pt;height:28.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37CD3"/>
    <w:multiLevelType w:val="hybridMultilevel"/>
    <w:tmpl w:val="E4B0EFD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3"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4"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8"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2"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3"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5"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num w:numId="1" w16cid:durableId="1669478378">
    <w:abstractNumId w:val="5"/>
  </w:num>
  <w:num w:numId="2" w16cid:durableId="52702885">
    <w:abstractNumId w:val="12"/>
  </w:num>
  <w:num w:numId="3" w16cid:durableId="731930435">
    <w:abstractNumId w:val="17"/>
  </w:num>
  <w:num w:numId="4" w16cid:durableId="170265502">
    <w:abstractNumId w:val="8"/>
  </w:num>
  <w:num w:numId="5" w16cid:durableId="194193899">
    <w:abstractNumId w:val="9"/>
  </w:num>
  <w:num w:numId="6" w16cid:durableId="2129273251">
    <w:abstractNumId w:val="4"/>
  </w:num>
  <w:num w:numId="7" w16cid:durableId="1911885316">
    <w:abstractNumId w:val="1"/>
  </w:num>
  <w:num w:numId="8" w16cid:durableId="2017881848">
    <w:abstractNumId w:val="15"/>
  </w:num>
  <w:num w:numId="9" w16cid:durableId="1126437219">
    <w:abstractNumId w:val="6"/>
  </w:num>
  <w:num w:numId="10" w16cid:durableId="1093429620">
    <w:abstractNumId w:val="10"/>
  </w:num>
  <w:num w:numId="11" w16cid:durableId="1634362264">
    <w:abstractNumId w:val="13"/>
  </w:num>
  <w:num w:numId="12" w16cid:durableId="1639218107">
    <w:abstractNumId w:val="11"/>
  </w:num>
  <w:num w:numId="13" w16cid:durableId="163976394">
    <w:abstractNumId w:val="7"/>
  </w:num>
  <w:num w:numId="14" w16cid:durableId="1763574613">
    <w:abstractNumId w:val="16"/>
  </w:num>
  <w:num w:numId="15" w16cid:durableId="558563843">
    <w:abstractNumId w:val="14"/>
  </w:num>
  <w:num w:numId="16" w16cid:durableId="1039746225">
    <w:abstractNumId w:val="2"/>
  </w:num>
  <w:num w:numId="17" w16cid:durableId="741566282">
    <w:abstractNumId w:val="3"/>
  </w:num>
  <w:num w:numId="18" w16cid:durableId="109120078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E22"/>
    <w:rsid w:val="00005612"/>
    <w:rsid w:val="00055465"/>
    <w:rsid w:val="0006198C"/>
    <w:rsid w:val="00066C54"/>
    <w:rsid w:val="00073FDE"/>
    <w:rsid w:val="00096BEB"/>
    <w:rsid w:val="000B3B76"/>
    <w:rsid w:val="000B4E57"/>
    <w:rsid w:val="000C6631"/>
    <w:rsid w:val="00121B2E"/>
    <w:rsid w:val="001266E0"/>
    <w:rsid w:val="00131284"/>
    <w:rsid w:val="001317DD"/>
    <w:rsid w:val="0014118C"/>
    <w:rsid w:val="001A06B5"/>
    <w:rsid w:val="001A2F36"/>
    <w:rsid w:val="001B28F9"/>
    <w:rsid w:val="0020088D"/>
    <w:rsid w:val="002207A7"/>
    <w:rsid w:val="00227884"/>
    <w:rsid w:val="002301A2"/>
    <w:rsid w:val="00235E22"/>
    <w:rsid w:val="00235F51"/>
    <w:rsid w:val="002376D2"/>
    <w:rsid w:val="0025164E"/>
    <w:rsid w:val="00253956"/>
    <w:rsid w:val="002638CF"/>
    <w:rsid w:val="00266D73"/>
    <w:rsid w:val="0026761B"/>
    <w:rsid w:val="00267E3A"/>
    <w:rsid w:val="0027164A"/>
    <w:rsid w:val="002748C9"/>
    <w:rsid w:val="002772DE"/>
    <w:rsid w:val="0028496D"/>
    <w:rsid w:val="00292D37"/>
    <w:rsid w:val="00293BF0"/>
    <w:rsid w:val="002A2188"/>
    <w:rsid w:val="002B59E7"/>
    <w:rsid w:val="002C5CB5"/>
    <w:rsid w:val="002F6298"/>
    <w:rsid w:val="00301DBA"/>
    <w:rsid w:val="003263CF"/>
    <w:rsid w:val="003347EF"/>
    <w:rsid w:val="003460BE"/>
    <w:rsid w:val="00371754"/>
    <w:rsid w:val="00375C70"/>
    <w:rsid w:val="003851A4"/>
    <w:rsid w:val="003C2C48"/>
    <w:rsid w:val="003C7009"/>
    <w:rsid w:val="00425874"/>
    <w:rsid w:val="004303C7"/>
    <w:rsid w:val="004341E3"/>
    <w:rsid w:val="00434309"/>
    <w:rsid w:val="00443F3B"/>
    <w:rsid w:val="0045478B"/>
    <w:rsid w:val="00475045"/>
    <w:rsid w:val="0049244F"/>
    <w:rsid w:val="004C05F4"/>
    <w:rsid w:val="004E2702"/>
    <w:rsid w:val="00503041"/>
    <w:rsid w:val="00522AB7"/>
    <w:rsid w:val="00536C10"/>
    <w:rsid w:val="0054503E"/>
    <w:rsid w:val="005564E6"/>
    <w:rsid w:val="005631B7"/>
    <w:rsid w:val="0056749B"/>
    <w:rsid w:val="00570324"/>
    <w:rsid w:val="00592BAD"/>
    <w:rsid w:val="00594FCD"/>
    <w:rsid w:val="005A6C77"/>
    <w:rsid w:val="005D348E"/>
    <w:rsid w:val="005D387F"/>
    <w:rsid w:val="005E30F2"/>
    <w:rsid w:val="00601D61"/>
    <w:rsid w:val="00621670"/>
    <w:rsid w:val="006252A7"/>
    <w:rsid w:val="00683941"/>
    <w:rsid w:val="006F7FD2"/>
    <w:rsid w:val="00715675"/>
    <w:rsid w:val="00730DF7"/>
    <w:rsid w:val="00752F11"/>
    <w:rsid w:val="00753880"/>
    <w:rsid w:val="007651FE"/>
    <w:rsid w:val="00777DA8"/>
    <w:rsid w:val="007A2B2E"/>
    <w:rsid w:val="007A34BF"/>
    <w:rsid w:val="007B01FB"/>
    <w:rsid w:val="007B3694"/>
    <w:rsid w:val="007F7A90"/>
    <w:rsid w:val="00814900"/>
    <w:rsid w:val="00826F56"/>
    <w:rsid w:val="00856A31"/>
    <w:rsid w:val="0088009F"/>
    <w:rsid w:val="008A6C5D"/>
    <w:rsid w:val="008B2956"/>
    <w:rsid w:val="008B6C0A"/>
    <w:rsid w:val="008E5190"/>
    <w:rsid w:val="008E55CF"/>
    <w:rsid w:val="008F6C42"/>
    <w:rsid w:val="00903B0A"/>
    <w:rsid w:val="00912E20"/>
    <w:rsid w:val="00917023"/>
    <w:rsid w:val="00921FE8"/>
    <w:rsid w:val="00961680"/>
    <w:rsid w:val="00961E26"/>
    <w:rsid w:val="009718A2"/>
    <w:rsid w:val="00982F2C"/>
    <w:rsid w:val="009B08C9"/>
    <w:rsid w:val="009B194A"/>
    <w:rsid w:val="009B3D5D"/>
    <w:rsid w:val="009B6303"/>
    <w:rsid w:val="009E5427"/>
    <w:rsid w:val="00A35F74"/>
    <w:rsid w:val="00A40EB6"/>
    <w:rsid w:val="00A40FE9"/>
    <w:rsid w:val="00A448A0"/>
    <w:rsid w:val="00A50A59"/>
    <w:rsid w:val="00A60172"/>
    <w:rsid w:val="00A6244F"/>
    <w:rsid w:val="00A86FC7"/>
    <w:rsid w:val="00A9039A"/>
    <w:rsid w:val="00AA5BC1"/>
    <w:rsid w:val="00AB07AD"/>
    <w:rsid w:val="00AB2D2E"/>
    <w:rsid w:val="00AB44FD"/>
    <w:rsid w:val="00AC2FA4"/>
    <w:rsid w:val="00AE54E8"/>
    <w:rsid w:val="00B04270"/>
    <w:rsid w:val="00B06249"/>
    <w:rsid w:val="00B15008"/>
    <w:rsid w:val="00B265CC"/>
    <w:rsid w:val="00B4203B"/>
    <w:rsid w:val="00B47A57"/>
    <w:rsid w:val="00B52A45"/>
    <w:rsid w:val="00B55E44"/>
    <w:rsid w:val="00B7253D"/>
    <w:rsid w:val="00B81B8A"/>
    <w:rsid w:val="00B96981"/>
    <w:rsid w:val="00BA5405"/>
    <w:rsid w:val="00BB71ED"/>
    <w:rsid w:val="00C342BE"/>
    <w:rsid w:val="00C3701C"/>
    <w:rsid w:val="00C4127C"/>
    <w:rsid w:val="00C5606C"/>
    <w:rsid w:val="00C82CC6"/>
    <w:rsid w:val="00C82E18"/>
    <w:rsid w:val="00CB24FB"/>
    <w:rsid w:val="00CC2E22"/>
    <w:rsid w:val="00CC5482"/>
    <w:rsid w:val="00CD2165"/>
    <w:rsid w:val="00D37D90"/>
    <w:rsid w:val="00D60062"/>
    <w:rsid w:val="00D72502"/>
    <w:rsid w:val="00D92053"/>
    <w:rsid w:val="00DA2C08"/>
    <w:rsid w:val="00DE69EF"/>
    <w:rsid w:val="00E04F7D"/>
    <w:rsid w:val="00E10998"/>
    <w:rsid w:val="00E12F0D"/>
    <w:rsid w:val="00E13C30"/>
    <w:rsid w:val="00E17BF7"/>
    <w:rsid w:val="00E31ABE"/>
    <w:rsid w:val="00E5794B"/>
    <w:rsid w:val="00EA463F"/>
    <w:rsid w:val="00EA4C36"/>
    <w:rsid w:val="00EB79E4"/>
    <w:rsid w:val="00EC7907"/>
    <w:rsid w:val="00ED293C"/>
    <w:rsid w:val="00ED4A4D"/>
    <w:rsid w:val="00EE0D1C"/>
    <w:rsid w:val="00EF2C2F"/>
    <w:rsid w:val="00F33CE0"/>
    <w:rsid w:val="00F33F5C"/>
    <w:rsid w:val="00F5201A"/>
    <w:rsid w:val="00F601A8"/>
    <w:rsid w:val="00F70A3B"/>
    <w:rsid w:val="00F77FC7"/>
    <w:rsid w:val="00FB5047"/>
    <w:rsid w:val="00FB677A"/>
    <w:rsid w:val="00FD649D"/>
    <w:rsid w:val="00FD6E8B"/>
    <w:rsid w:val="00FE117F"/>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semiHidden/>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https://ccipdll.sharepoint.com/sites/CCI44-DIP/Achats/_layouts/15/wrkstat.aspx?List=c397f12b-0e49-407c-ac66-8ce7992bc47e&amp;WorkflowInstanceName=13bca66d-f640-420d-9122-68cc199cc061</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CCD1B0-1C3B-4633-A3DA-CA2E13C42741}">
  <ds:schemaRefs>
    <ds:schemaRef ds:uri="http://schemas.openxmlformats.org/officeDocument/2006/bibliography"/>
  </ds:schemaRefs>
</ds:datastoreItem>
</file>

<file path=customXml/itemProps2.xml><?xml version="1.0" encoding="utf-8"?>
<ds:datastoreItem xmlns:ds="http://schemas.openxmlformats.org/officeDocument/2006/customXml" ds:itemID="{BA8E671A-DAE9-49E7-B9A4-7837D3728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4.xml><?xml version="1.0" encoding="utf-8"?>
<ds:datastoreItem xmlns:ds="http://schemas.openxmlformats.org/officeDocument/2006/customXml" ds:itemID="{76B961E2-509B-4F80-AD3A-071E7F0303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1</TotalTime>
  <Pages>14</Pages>
  <Words>1724</Words>
  <Characters>9485</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Acte d'engagement</vt:lpstr>
    </vt:vector>
  </TitlesOfParts>
  <Company>CCI Nantes St-Nazaire</Company>
  <LinksUpToDate>false</LinksUpToDate>
  <CharactersWithSpaces>11187</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RETAIL Stephane</cp:lastModifiedBy>
  <cp:revision>3</cp:revision>
  <cp:lastPrinted>2012-07-16T15:18:00Z</cp:lastPrinted>
  <dcterms:created xsi:type="dcterms:W3CDTF">2025-07-16T13:39:00Z</dcterms:created>
  <dcterms:modified xsi:type="dcterms:W3CDTF">2025-07-16T13:40:00Z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